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83" w:rsidRPr="003D4DD0" w:rsidRDefault="00BD7E83" w:rsidP="000552E2">
      <w:pPr>
        <w:spacing w:line="192" w:lineRule="auto"/>
        <w:jc w:val="center"/>
        <w:rPr>
          <w:sz w:val="24"/>
          <w:szCs w:val="24"/>
        </w:rPr>
      </w:pPr>
      <w:bookmarkStart w:id="0" w:name="sub_1003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24.55pt;margin-top:.15pt;width:56.7pt;height:68.25pt;z-index:251658240;visibility:visible">
            <v:imagedata r:id="rId7" o:title="" gain="126031f" blacklevel="-1966f"/>
          </v:shape>
        </w:pict>
      </w:r>
    </w:p>
    <w:p w:rsidR="00BD7E83" w:rsidRPr="003D4DD0" w:rsidRDefault="00BD7E83" w:rsidP="000552E2">
      <w:pPr>
        <w:rPr>
          <w:b/>
          <w:bCs/>
          <w:sz w:val="24"/>
          <w:szCs w:val="24"/>
        </w:rPr>
      </w:pPr>
    </w:p>
    <w:p w:rsidR="00BD7E83" w:rsidRPr="003D4DD0" w:rsidRDefault="00BD7E83" w:rsidP="00EC6FA5">
      <w:pPr>
        <w:tabs>
          <w:tab w:val="left" w:pos="8835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br w:type="textWrapping" w:clear="all"/>
      </w:r>
    </w:p>
    <w:p w:rsidR="00BD7E83" w:rsidRDefault="00BD7E83" w:rsidP="000552E2">
      <w:pPr>
        <w:jc w:val="both"/>
      </w:pPr>
    </w:p>
    <w:p w:rsidR="00BD7E83" w:rsidRDefault="00BD7E83" w:rsidP="000552E2">
      <w:pPr>
        <w:ind w:left="-720" w:hanging="540"/>
        <w:jc w:val="center"/>
        <w:rPr>
          <w:b/>
          <w:bCs/>
        </w:rPr>
      </w:pPr>
      <w:r>
        <w:rPr>
          <w:b/>
          <w:bCs/>
        </w:rPr>
        <w:t xml:space="preserve">              </w:t>
      </w:r>
    </w:p>
    <w:p w:rsidR="00BD7E83" w:rsidRPr="00336F26" w:rsidRDefault="00BD7E83" w:rsidP="00336F26">
      <w:pPr>
        <w:ind w:left="-170"/>
        <w:jc w:val="center"/>
        <w:rPr>
          <w:b/>
          <w:bCs/>
          <w:sz w:val="36"/>
          <w:szCs w:val="36"/>
        </w:rPr>
      </w:pPr>
      <w:r w:rsidRPr="00336F26">
        <w:rPr>
          <w:b/>
          <w:bCs/>
          <w:sz w:val="36"/>
          <w:szCs w:val="36"/>
        </w:rPr>
        <w:t xml:space="preserve">АДМИНИСТРАЦИЯ </w:t>
      </w:r>
      <w:r>
        <w:rPr>
          <w:b/>
          <w:bCs/>
          <w:sz w:val="36"/>
          <w:szCs w:val="36"/>
        </w:rPr>
        <w:t xml:space="preserve">ЕРЕМЕЕВСКОГО </w:t>
      </w:r>
      <w:r w:rsidRPr="00336F26">
        <w:rPr>
          <w:b/>
          <w:bCs/>
          <w:sz w:val="36"/>
          <w:szCs w:val="36"/>
        </w:rPr>
        <w:t xml:space="preserve"> СЕЛЬСОВЕТА</w:t>
      </w:r>
    </w:p>
    <w:p w:rsidR="00BD7E83" w:rsidRPr="00336F26" w:rsidRDefault="00BD7E83" w:rsidP="000552E2">
      <w:pPr>
        <w:jc w:val="center"/>
        <w:rPr>
          <w:b/>
          <w:bCs/>
          <w:sz w:val="36"/>
          <w:szCs w:val="36"/>
        </w:rPr>
      </w:pPr>
      <w:r w:rsidRPr="00336F26">
        <w:rPr>
          <w:b/>
          <w:bCs/>
          <w:sz w:val="36"/>
          <w:szCs w:val="36"/>
        </w:rPr>
        <w:t>СОСНОВОБОРСКОГО РАЙОНА ПЕНЗЕНСКОЙ ОБЛАСТИ</w:t>
      </w:r>
    </w:p>
    <w:p w:rsidR="00BD7E83" w:rsidRPr="001206E4" w:rsidRDefault="00BD7E83" w:rsidP="000552E2">
      <w:pPr>
        <w:ind w:left="-720" w:hanging="540"/>
        <w:jc w:val="center"/>
        <w:rPr>
          <w:b/>
          <w:bCs/>
          <w:sz w:val="16"/>
          <w:szCs w:val="16"/>
        </w:rPr>
      </w:pPr>
    </w:p>
    <w:p w:rsidR="00BD7E83" w:rsidRPr="00327C25" w:rsidRDefault="00BD7E83" w:rsidP="000552E2">
      <w:pPr>
        <w:jc w:val="center"/>
        <w:rPr>
          <w:b/>
          <w:bCs/>
          <w:sz w:val="28"/>
          <w:szCs w:val="28"/>
        </w:rPr>
      </w:pPr>
      <w:r w:rsidRPr="00327C25">
        <w:rPr>
          <w:b/>
          <w:bCs/>
          <w:sz w:val="28"/>
          <w:szCs w:val="28"/>
        </w:rPr>
        <w:t>ПОСТАНОВЛЕНИЕ</w:t>
      </w:r>
    </w:p>
    <w:p w:rsidR="00BD7E83" w:rsidRPr="001206E4" w:rsidRDefault="00BD7E83" w:rsidP="000552E2">
      <w:pPr>
        <w:ind w:left="-720" w:hanging="540"/>
        <w:jc w:val="center"/>
        <w:rPr>
          <w:rFonts w:ascii="Arial Narrow" w:hAnsi="Arial Narrow" w:cs="Arial Narrow"/>
          <w:b/>
          <w:bCs/>
          <w:sz w:val="16"/>
          <w:szCs w:val="16"/>
        </w:rPr>
      </w:pPr>
    </w:p>
    <w:p w:rsidR="00BD7E83" w:rsidRPr="000220C9" w:rsidRDefault="00BD7E83" w:rsidP="000552E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25.02.2020   </w:t>
      </w:r>
      <w:r w:rsidRPr="000220C9">
        <w:rPr>
          <w:sz w:val="24"/>
          <w:szCs w:val="24"/>
        </w:rPr>
        <w:t xml:space="preserve">№ </w:t>
      </w:r>
      <w:r>
        <w:rPr>
          <w:sz w:val="24"/>
          <w:szCs w:val="24"/>
        </w:rPr>
        <w:t>6</w:t>
      </w:r>
    </w:p>
    <w:p w:rsidR="00BD7E83" w:rsidRDefault="00BD7E83" w:rsidP="000552E2">
      <w:pPr>
        <w:spacing w:line="2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с. Кряжимское</w:t>
      </w:r>
    </w:p>
    <w:p w:rsidR="00BD7E83" w:rsidRDefault="00BD7E83" w:rsidP="000552E2">
      <w:pPr>
        <w:jc w:val="center"/>
        <w:rPr>
          <w:b/>
          <w:bCs/>
          <w:color w:val="000000"/>
          <w:spacing w:val="-1"/>
          <w:sz w:val="24"/>
          <w:szCs w:val="24"/>
        </w:rPr>
      </w:pPr>
    </w:p>
    <w:p w:rsidR="00BD7E83" w:rsidRPr="007D2976" w:rsidRDefault="00BD7E83" w:rsidP="0022102B">
      <w:pPr>
        <w:widowControl/>
        <w:spacing w:before="100" w:beforeAutospacing="1"/>
        <w:jc w:val="center"/>
        <w:rPr>
          <w:sz w:val="24"/>
          <w:szCs w:val="24"/>
        </w:rPr>
      </w:pPr>
      <w:r w:rsidRPr="007D2976">
        <w:rPr>
          <w:b/>
          <w:bCs/>
          <w:color w:val="000000"/>
          <w:sz w:val="24"/>
          <w:szCs w:val="24"/>
        </w:rPr>
        <w:t>О внесении изменений в постановление администрации Еремеевского сельсовета Сосновоборского района Пензенской области от 10.12.2018 № 50 «Об утверждении муниципальной программы Еремеевского сельсовета Сосновоборского района Пензенской области «Развитие муниципального управления в Еремеевском сельсовете Сосновоборского р</w:t>
      </w:r>
      <w:r>
        <w:rPr>
          <w:b/>
          <w:bCs/>
          <w:color w:val="000000"/>
          <w:sz w:val="24"/>
          <w:szCs w:val="24"/>
        </w:rPr>
        <w:t>айона Пензенской области на 2020</w:t>
      </w:r>
      <w:r w:rsidRPr="007D2976">
        <w:rPr>
          <w:b/>
          <w:bCs/>
          <w:color w:val="000000"/>
          <w:sz w:val="24"/>
          <w:szCs w:val="24"/>
        </w:rPr>
        <w:t>-2</w:t>
      </w:r>
      <w:r>
        <w:rPr>
          <w:b/>
          <w:bCs/>
          <w:color w:val="000000"/>
          <w:sz w:val="24"/>
          <w:szCs w:val="24"/>
        </w:rPr>
        <w:t>022</w:t>
      </w:r>
      <w:r w:rsidRPr="007D2976">
        <w:rPr>
          <w:b/>
          <w:bCs/>
          <w:color w:val="000000"/>
          <w:sz w:val="24"/>
          <w:szCs w:val="24"/>
        </w:rPr>
        <w:t xml:space="preserve"> годы</w:t>
      </w:r>
    </w:p>
    <w:p w:rsidR="00BD7E83" w:rsidRPr="007D2976" w:rsidRDefault="00BD7E83" w:rsidP="007D2976">
      <w:pPr>
        <w:widowControl/>
        <w:spacing w:before="100" w:beforeAutospacing="1"/>
        <w:ind w:firstLine="539"/>
        <w:rPr>
          <w:sz w:val="24"/>
          <w:szCs w:val="24"/>
        </w:rPr>
      </w:pPr>
      <w:r w:rsidRPr="007D2976">
        <w:rPr>
          <w:color w:val="000000"/>
          <w:sz w:val="24"/>
          <w:szCs w:val="24"/>
        </w:rPr>
        <w:t>В соответствии с постановлением администрации Еремеевского сельсовета Сосновоборского района Пензе</w:t>
      </w:r>
      <w:r>
        <w:rPr>
          <w:color w:val="000000"/>
          <w:sz w:val="24"/>
          <w:szCs w:val="24"/>
        </w:rPr>
        <w:t>нской области от 01.11.2013 № 32</w:t>
      </w:r>
      <w:r w:rsidRPr="007D2976">
        <w:rPr>
          <w:color w:val="000000"/>
          <w:sz w:val="24"/>
          <w:szCs w:val="24"/>
        </w:rPr>
        <w:t>-1 «Об утверждении Порядка разработки и реализации муниципальных программ Еремеевского сельсовета Сосновоборского района Пензенской области», Уставом Еремеевского сельсовета Сосновоборского района Пензенской области (с последующими изменениями), администрация Еремеевского сельсовета Сосновоборского района Пензенской области</w:t>
      </w:r>
    </w:p>
    <w:p w:rsidR="00BD7E83" w:rsidRPr="003D4DD0" w:rsidRDefault="00BD7E83" w:rsidP="000552E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Pr="003D4DD0" w:rsidRDefault="00BD7E83" w:rsidP="000552E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4DD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постановляет:</w:t>
      </w:r>
    </w:p>
    <w:p w:rsidR="00BD7E83" w:rsidRPr="003D4DD0" w:rsidRDefault="00BD7E83" w:rsidP="000552E2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D7E83" w:rsidRPr="007D2976" w:rsidRDefault="00BD7E83" w:rsidP="007D2976">
      <w:pPr>
        <w:widowControl/>
        <w:numPr>
          <w:ilvl w:val="0"/>
          <w:numId w:val="27"/>
        </w:numPr>
        <w:spacing w:before="100" w:beforeAutospacing="1"/>
        <w:rPr>
          <w:sz w:val="24"/>
          <w:szCs w:val="24"/>
        </w:rPr>
      </w:pPr>
      <w:r w:rsidRPr="007D2976">
        <w:rPr>
          <w:color w:val="000000"/>
          <w:sz w:val="24"/>
          <w:szCs w:val="24"/>
        </w:rPr>
        <w:t>Внести в постановление администрации Еремеевского сельсовета Сосновоборского района Пензенской области от 10.12.2018 № 50 «Об утверждении муниципальной</w:t>
      </w:r>
      <w:r w:rsidRPr="007D2976">
        <w:rPr>
          <w:b/>
          <w:bCs/>
          <w:color w:val="000000"/>
          <w:sz w:val="24"/>
          <w:szCs w:val="24"/>
        </w:rPr>
        <w:t xml:space="preserve"> </w:t>
      </w:r>
      <w:r w:rsidRPr="007D2976">
        <w:rPr>
          <w:color w:val="000000"/>
          <w:sz w:val="24"/>
          <w:szCs w:val="24"/>
        </w:rPr>
        <w:t>программы Еремеевского сельсовета Сосновоборского района Пензенской области «Развитие муниципального управления в Еремеевском сельсовете Сосновоборского р</w:t>
      </w:r>
      <w:r>
        <w:rPr>
          <w:color w:val="000000"/>
          <w:sz w:val="24"/>
          <w:szCs w:val="24"/>
        </w:rPr>
        <w:t>айона Пензенской области на 2020-2022</w:t>
      </w:r>
      <w:r w:rsidRPr="007D2976">
        <w:rPr>
          <w:color w:val="000000"/>
          <w:sz w:val="24"/>
          <w:szCs w:val="24"/>
        </w:rPr>
        <w:t xml:space="preserve"> годы» (далее Муниципальная программа) следующие изменения:</w:t>
      </w:r>
    </w:p>
    <w:p w:rsidR="00BD7E83" w:rsidRDefault="00BD7E83" w:rsidP="007D2976">
      <w:pPr>
        <w:widowControl/>
        <w:numPr>
          <w:ilvl w:val="1"/>
          <w:numId w:val="28"/>
        </w:numPr>
        <w:spacing w:before="100" w:beforeAutospacing="1"/>
        <w:rPr>
          <w:sz w:val="24"/>
          <w:szCs w:val="24"/>
        </w:rPr>
      </w:pPr>
      <w:r w:rsidRPr="007D2976">
        <w:rPr>
          <w:color w:val="000000"/>
          <w:sz w:val="24"/>
          <w:szCs w:val="24"/>
        </w:rPr>
        <w:t>в паспорте Муниципальной программы позицию «Ресурсное обеспечение муниципальной</w:t>
      </w:r>
      <w:r w:rsidRPr="007D2976">
        <w:rPr>
          <w:color w:val="000000"/>
          <w:sz w:val="24"/>
          <w:szCs w:val="24"/>
        </w:rPr>
        <w:br/>
        <w:t>Программы» изложить в следующей редакции:</w:t>
      </w:r>
    </w:p>
    <w:p w:rsidR="00BD7E83" w:rsidRPr="007D2976" w:rsidRDefault="00BD7E83" w:rsidP="007D2976">
      <w:pPr>
        <w:widowControl/>
        <w:spacing w:before="100" w:beforeAutospacing="1"/>
        <w:ind w:left="405"/>
        <w:rPr>
          <w:sz w:val="24"/>
          <w:szCs w:val="24"/>
        </w:rPr>
      </w:pPr>
      <w:r w:rsidRPr="007D2976">
        <w:rPr>
          <w:color w:val="000000"/>
          <w:sz w:val="24"/>
          <w:szCs w:val="24"/>
        </w:rPr>
        <w:t>«</w:t>
      </w:r>
    </w:p>
    <w:tbl>
      <w:tblPr>
        <w:tblW w:w="10410" w:type="dxa"/>
        <w:tblCellSpacing w:w="0" w:type="dxa"/>
        <w:tblInd w:w="-7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3532"/>
        <w:gridCol w:w="6878"/>
      </w:tblGrid>
      <w:tr w:rsidR="00BD7E83" w:rsidRPr="007D2976">
        <w:trPr>
          <w:tblCellSpacing w:w="0" w:type="dxa"/>
        </w:trPr>
        <w:tc>
          <w:tcPr>
            <w:tcW w:w="342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D7E83" w:rsidRPr="007D2976" w:rsidRDefault="00BD7E83" w:rsidP="007D2976">
            <w:pPr>
              <w:widowControl/>
              <w:spacing w:before="100" w:beforeAutospacing="1" w:after="119"/>
              <w:rPr>
                <w:sz w:val="24"/>
                <w:szCs w:val="24"/>
              </w:rPr>
            </w:pPr>
            <w:r w:rsidRPr="007D2976">
              <w:rPr>
                <w:color w:val="000000"/>
                <w:sz w:val="24"/>
                <w:szCs w:val="24"/>
              </w:rPr>
              <w:t>Ресурсное обеспечение муниципальной</w:t>
            </w:r>
            <w:r w:rsidRPr="007D2976">
              <w:rPr>
                <w:color w:val="000000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6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D7E83" w:rsidRPr="007D2976" w:rsidRDefault="00BD7E83" w:rsidP="007D2976">
            <w:pPr>
              <w:widowControl/>
              <w:spacing w:before="100" w:beforeAutospacing="1"/>
              <w:rPr>
                <w:sz w:val="24"/>
                <w:szCs w:val="24"/>
              </w:rPr>
            </w:pPr>
            <w:r w:rsidRPr="007D2976">
              <w:rPr>
                <w:color w:val="000000"/>
                <w:sz w:val="24"/>
                <w:szCs w:val="24"/>
              </w:rPr>
              <w:t>Общий объем средств для реализ</w:t>
            </w:r>
            <w:r>
              <w:rPr>
                <w:color w:val="000000"/>
                <w:sz w:val="24"/>
                <w:szCs w:val="24"/>
              </w:rPr>
              <w:t>ации программы составляет 5812,2</w:t>
            </w:r>
            <w:r w:rsidRPr="007D2976">
              <w:rPr>
                <w:color w:val="000000"/>
                <w:sz w:val="24"/>
                <w:szCs w:val="24"/>
              </w:rPr>
              <w:t xml:space="preserve"> тыс. руб.:</w:t>
            </w:r>
          </w:p>
          <w:p w:rsidR="00BD7E83" w:rsidRDefault="00BD7E83" w:rsidP="007D2976">
            <w:pPr>
              <w:widowControl/>
              <w:spacing w:before="100" w:before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2020- 2493,9</w:t>
            </w:r>
            <w:r w:rsidRPr="007D2976">
              <w:rPr>
                <w:color w:val="000000"/>
                <w:sz w:val="24"/>
                <w:szCs w:val="24"/>
              </w:rPr>
              <w:t xml:space="preserve"> тыс. руб.</w:t>
            </w:r>
          </w:p>
          <w:p w:rsidR="00BD7E83" w:rsidRPr="007D2976" w:rsidRDefault="00BD7E83" w:rsidP="007D2976">
            <w:pPr>
              <w:widowControl/>
              <w:spacing w:before="100" w:before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2021- 1653,6</w:t>
            </w:r>
            <w:r w:rsidRPr="007D2976">
              <w:rPr>
                <w:color w:val="000000"/>
                <w:sz w:val="24"/>
                <w:szCs w:val="24"/>
              </w:rPr>
              <w:t xml:space="preserve"> тыс. руб.</w:t>
            </w:r>
          </w:p>
          <w:p w:rsidR="00BD7E83" w:rsidRPr="007D2976" w:rsidRDefault="00BD7E83" w:rsidP="007D2976">
            <w:pPr>
              <w:widowControl/>
              <w:spacing w:before="100" w:beforeAutospacing="1" w:after="11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2022- 1664,7</w:t>
            </w:r>
            <w:r w:rsidRPr="007D2976">
              <w:rPr>
                <w:color w:val="000000"/>
                <w:sz w:val="24"/>
                <w:szCs w:val="24"/>
              </w:rPr>
              <w:t xml:space="preserve"> тыс. руб.</w:t>
            </w:r>
          </w:p>
        </w:tc>
      </w:tr>
    </w:tbl>
    <w:p w:rsidR="00BD7E83" w:rsidRPr="007D2976" w:rsidRDefault="00BD7E83" w:rsidP="007D2976">
      <w:pPr>
        <w:widowControl/>
        <w:spacing w:before="100" w:beforeAutospacing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»;</w:t>
      </w:r>
    </w:p>
    <w:p w:rsidR="00BD7E83" w:rsidRPr="007D2976" w:rsidRDefault="00BD7E83" w:rsidP="007D2976">
      <w:pPr>
        <w:widowControl/>
        <w:spacing w:before="100" w:beforeAutospacing="1"/>
        <w:rPr>
          <w:sz w:val="24"/>
          <w:szCs w:val="24"/>
        </w:rPr>
      </w:pPr>
      <w:r w:rsidRPr="007D2976">
        <w:rPr>
          <w:color w:val="000000"/>
          <w:sz w:val="24"/>
          <w:szCs w:val="24"/>
        </w:rPr>
        <w:t>1.2. раздел 5 Муниципальной программы изложить в следующей редакции:</w:t>
      </w:r>
    </w:p>
    <w:p w:rsidR="00BD7E83" w:rsidRPr="007D2976" w:rsidRDefault="00BD7E83" w:rsidP="007D2976">
      <w:pPr>
        <w:widowControl/>
        <w:spacing w:before="100" w:beforeAutospacing="1"/>
        <w:ind w:firstLine="425"/>
        <w:jc w:val="center"/>
        <w:rPr>
          <w:sz w:val="24"/>
          <w:szCs w:val="24"/>
        </w:rPr>
      </w:pPr>
    </w:p>
    <w:p w:rsidR="00BD7E83" w:rsidRPr="007D2976" w:rsidRDefault="00BD7E83" w:rsidP="007D2976">
      <w:pPr>
        <w:widowControl/>
        <w:spacing w:before="100" w:beforeAutospacing="1"/>
        <w:ind w:firstLine="425"/>
        <w:rPr>
          <w:sz w:val="24"/>
          <w:szCs w:val="24"/>
        </w:rPr>
      </w:pPr>
      <w:r w:rsidRPr="007D2976">
        <w:rPr>
          <w:b/>
          <w:bCs/>
          <w:color w:val="000000"/>
          <w:sz w:val="24"/>
          <w:szCs w:val="24"/>
        </w:rPr>
        <w:t>«</w:t>
      </w:r>
      <w:r w:rsidRPr="007D2976">
        <w:rPr>
          <w:color w:val="000000"/>
          <w:sz w:val="24"/>
          <w:szCs w:val="24"/>
        </w:rPr>
        <w:t xml:space="preserve"> </w:t>
      </w:r>
      <w:r w:rsidRPr="007D2976">
        <w:rPr>
          <w:b/>
          <w:bCs/>
          <w:color w:val="000000"/>
          <w:sz w:val="24"/>
          <w:szCs w:val="24"/>
        </w:rPr>
        <w:t>5. Ресурсное обеспечение реализации Муниципальной программы</w:t>
      </w:r>
    </w:p>
    <w:p w:rsidR="00BD7E83" w:rsidRPr="007D2976" w:rsidRDefault="00BD7E83" w:rsidP="007D2976">
      <w:pPr>
        <w:widowControl/>
        <w:spacing w:before="100" w:beforeAutospacing="1"/>
        <w:ind w:firstLine="425"/>
        <w:rPr>
          <w:sz w:val="24"/>
          <w:szCs w:val="24"/>
        </w:rPr>
      </w:pPr>
      <w:r w:rsidRPr="007D2976">
        <w:rPr>
          <w:color w:val="000000"/>
          <w:sz w:val="24"/>
          <w:szCs w:val="24"/>
        </w:rPr>
        <w:t>Реализация Муниципальной программы осуществляется за счет бюджета Еремеевского сельсовета.</w:t>
      </w:r>
    </w:p>
    <w:p w:rsidR="00BD7E83" w:rsidRPr="007D2976" w:rsidRDefault="00BD7E83" w:rsidP="007D2976">
      <w:pPr>
        <w:widowControl/>
        <w:spacing w:before="100" w:beforeAutospacing="1"/>
        <w:ind w:firstLine="425"/>
        <w:rPr>
          <w:sz w:val="24"/>
          <w:szCs w:val="24"/>
        </w:rPr>
      </w:pPr>
      <w:r w:rsidRPr="007D2976">
        <w:rPr>
          <w:color w:val="000000"/>
          <w:sz w:val="24"/>
          <w:szCs w:val="24"/>
        </w:rPr>
        <w:t>Общий объем финансирования Муниципал</w:t>
      </w:r>
      <w:r>
        <w:rPr>
          <w:color w:val="000000"/>
          <w:sz w:val="24"/>
          <w:szCs w:val="24"/>
        </w:rPr>
        <w:t>ьной программы составляет 5812,2</w:t>
      </w:r>
      <w:r w:rsidRPr="007D2976">
        <w:rPr>
          <w:color w:val="000000"/>
          <w:sz w:val="24"/>
          <w:szCs w:val="24"/>
        </w:rPr>
        <w:t xml:space="preserve"> тыс. рублей, в том числе:</w:t>
      </w:r>
    </w:p>
    <w:p w:rsidR="00BD7E83" w:rsidRPr="007D2976" w:rsidRDefault="00BD7E83" w:rsidP="007D2976">
      <w:pPr>
        <w:widowControl/>
        <w:spacing w:before="100" w:beforeAutospacing="1"/>
        <w:ind w:firstLine="425"/>
        <w:rPr>
          <w:sz w:val="24"/>
          <w:szCs w:val="24"/>
        </w:rPr>
      </w:pPr>
      <w:r>
        <w:rPr>
          <w:color w:val="000000"/>
          <w:sz w:val="24"/>
          <w:szCs w:val="24"/>
        </w:rPr>
        <w:t>2020</w:t>
      </w:r>
      <w:r w:rsidRPr="007D2976">
        <w:rPr>
          <w:color w:val="000000"/>
          <w:sz w:val="24"/>
          <w:szCs w:val="24"/>
        </w:rPr>
        <w:t>- 2</w:t>
      </w:r>
      <w:r>
        <w:rPr>
          <w:color w:val="000000"/>
          <w:sz w:val="24"/>
          <w:szCs w:val="24"/>
        </w:rPr>
        <w:t>493,9</w:t>
      </w:r>
    </w:p>
    <w:p w:rsidR="00BD7E83" w:rsidRPr="007D2976" w:rsidRDefault="00BD7E83" w:rsidP="007D2976">
      <w:pPr>
        <w:widowControl/>
        <w:spacing w:before="100" w:beforeAutospacing="1"/>
        <w:ind w:firstLine="425"/>
        <w:rPr>
          <w:sz w:val="24"/>
          <w:szCs w:val="24"/>
        </w:rPr>
      </w:pPr>
      <w:r>
        <w:rPr>
          <w:color w:val="000000"/>
          <w:sz w:val="24"/>
          <w:szCs w:val="24"/>
        </w:rPr>
        <w:t>2021</w:t>
      </w:r>
      <w:r w:rsidRPr="007D2976">
        <w:rPr>
          <w:color w:val="000000"/>
          <w:sz w:val="24"/>
          <w:szCs w:val="24"/>
        </w:rPr>
        <w:t>- 1</w:t>
      </w:r>
      <w:r>
        <w:rPr>
          <w:color w:val="000000"/>
          <w:sz w:val="24"/>
          <w:szCs w:val="24"/>
        </w:rPr>
        <w:t>653,6</w:t>
      </w:r>
    </w:p>
    <w:p w:rsidR="00BD7E83" w:rsidRDefault="00BD7E83" w:rsidP="007D2976">
      <w:pPr>
        <w:widowControl/>
        <w:spacing w:before="100" w:beforeAutospacing="1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2022- 1664,7</w:t>
      </w:r>
      <w:r w:rsidRPr="007D2976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>;</w:t>
      </w:r>
    </w:p>
    <w:p w:rsidR="00BD7E83" w:rsidRPr="007D2976" w:rsidRDefault="00BD7E83" w:rsidP="007D2976">
      <w:pPr>
        <w:widowControl/>
        <w:numPr>
          <w:ilvl w:val="1"/>
          <w:numId w:val="29"/>
        </w:numPr>
        <w:spacing w:before="100" w:beforeAutospacing="1"/>
        <w:rPr>
          <w:sz w:val="24"/>
          <w:szCs w:val="24"/>
        </w:rPr>
      </w:pPr>
      <w:r w:rsidRPr="007D2976">
        <w:rPr>
          <w:color w:val="000000"/>
          <w:sz w:val="24"/>
          <w:szCs w:val="24"/>
        </w:rPr>
        <w:t>приложение 3 Муниципальной программы изложить в следующей редакции:</w:t>
      </w:r>
    </w:p>
    <w:p w:rsidR="00BD7E83" w:rsidRPr="007D2976" w:rsidRDefault="00BD7E83" w:rsidP="007D2976">
      <w:pPr>
        <w:widowControl/>
        <w:spacing w:before="100" w:beforeAutospacing="1"/>
        <w:ind w:left="765"/>
        <w:rPr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Pr="003D4DD0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D7E83" w:rsidRDefault="00BD7E83" w:rsidP="000552E2">
      <w:pPr>
        <w:pStyle w:val="ConsPlusNormal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0"/>
    <w:p w:rsidR="00BD7E83" w:rsidRPr="003D4DD0" w:rsidRDefault="00BD7E83" w:rsidP="001325DD">
      <w:pPr>
        <w:autoSpaceDE w:val="0"/>
        <w:autoSpaceDN w:val="0"/>
        <w:adjustRightInd w:val="0"/>
        <w:ind w:right="-1"/>
        <w:rPr>
          <w:b/>
          <w:bCs/>
          <w:color w:val="000000"/>
          <w:sz w:val="24"/>
          <w:szCs w:val="24"/>
        </w:rPr>
      </w:pPr>
    </w:p>
    <w:p w:rsidR="00BD7E83" w:rsidRDefault="00BD7E83" w:rsidP="001325DD">
      <w:pPr>
        <w:autoSpaceDE w:val="0"/>
        <w:autoSpaceDN w:val="0"/>
        <w:adjustRightInd w:val="0"/>
        <w:ind w:right="-1" w:firstLine="426"/>
        <w:jc w:val="center"/>
        <w:rPr>
          <w:b/>
          <w:bCs/>
          <w:color w:val="000000"/>
          <w:sz w:val="24"/>
          <w:szCs w:val="24"/>
        </w:rPr>
      </w:pPr>
    </w:p>
    <w:p w:rsidR="00BD7E83" w:rsidRPr="003D4DD0" w:rsidRDefault="00BD7E83" w:rsidP="001325DD">
      <w:pPr>
        <w:autoSpaceDE w:val="0"/>
        <w:autoSpaceDN w:val="0"/>
        <w:adjustRightInd w:val="0"/>
        <w:ind w:right="-1" w:firstLine="426"/>
        <w:jc w:val="both"/>
        <w:rPr>
          <w:b/>
          <w:bCs/>
          <w:color w:val="000000"/>
          <w:sz w:val="24"/>
          <w:szCs w:val="24"/>
        </w:rPr>
      </w:pPr>
    </w:p>
    <w:p w:rsidR="00BD7E83" w:rsidRDefault="00BD7E83" w:rsidP="001325DD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BD7E83" w:rsidRDefault="00BD7E83" w:rsidP="001325DD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BD7E83" w:rsidRDefault="00BD7E83" w:rsidP="001325DD">
      <w:pPr>
        <w:autoSpaceDE w:val="0"/>
        <w:autoSpaceDN w:val="0"/>
        <w:adjustRightInd w:val="0"/>
        <w:jc w:val="right"/>
        <w:outlineLvl w:val="1"/>
        <w:rPr>
          <w:color w:val="000000"/>
          <w:sz w:val="24"/>
          <w:szCs w:val="24"/>
        </w:rPr>
        <w:sectPr w:rsidR="00BD7E83" w:rsidSect="00000A46">
          <w:footerReference w:type="default" r:id="rId8"/>
          <w:endnotePr>
            <w:numFmt w:val="decimal"/>
          </w:endnotePr>
          <w:pgSz w:w="11906" w:h="16838" w:code="9"/>
          <w:pgMar w:top="567" w:right="506" w:bottom="567" w:left="800" w:header="720" w:footer="720" w:gutter="0"/>
          <w:pgNumType w:start="1"/>
          <w:cols w:space="720"/>
          <w:titlePg/>
          <w:docGrid w:linePitch="272"/>
        </w:sectPr>
      </w:pPr>
    </w:p>
    <w:p w:rsidR="00BD7E83" w:rsidRDefault="00BD7E83" w:rsidP="007D2976">
      <w:pPr>
        <w:tabs>
          <w:tab w:val="left" w:pos="1558"/>
          <w:tab w:val="right" w:pos="14570"/>
        </w:tabs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</w:p>
    <w:p w:rsidR="00BD7E83" w:rsidRDefault="00BD7E83" w:rsidP="001325DD">
      <w:pPr>
        <w:autoSpaceDE w:val="0"/>
        <w:autoSpaceDN w:val="0"/>
        <w:adjustRightInd w:val="0"/>
        <w:jc w:val="right"/>
        <w:outlineLvl w:val="1"/>
        <w:rPr>
          <w:color w:val="000000"/>
          <w:sz w:val="24"/>
          <w:szCs w:val="24"/>
        </w:rPr>
      </w:pPr>
    </w:p>
    <w:p w:rsidR="00BD7E83" w:rsidRPr="003D4DD0" w:rsidRDefault="00BD7E83" w:rsidP="001325DD">
      <w:pPr>
        <w:autoSpaceDE w:val="0"/>
        <w:autoSpaceDN w:val="0"/>
        <w:adjustRightInd w:val="0"/>
        <w:jc w:val="right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«Приложение </w:t>
      </w:r>
      <w:r w:rsidRPr="003D4DD0">
        <w:rPr>
          <w:color w:val="000000"/>
          <w:sz w:val="24"/>
          <w:szCs w:val="24"/>
        </w:rPr>
        <w:t xml:space="preserve"> 3</w:t>
      </w:r>
    </w:p>
    <w:p w:rsidR="00BD7E83" w:rsidRPr="00CF33A4" w:rsidRDefault="00BD7E83" w:rsidP="001325D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CF33A4">
        <w:rPr>
          <w:b/>
          <w:bCs/>
          <w:color w:val="000000"/>
          <w:sz w:val="24"/>
          <w:szCs w:val="24"/>
        </w:rPr>
        <w:t>Ресурсное  обеспечение</w:t>
      </w:r>
    </w:p>
    <w:p w:rsidR="00BD7E83" w:rsidRPr="003D4DD0" w:rsidRDefault="00BD7E83" w:rsidP="001325DD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CF33A4">
        <w:rPr>
          <w:b/>
          <w:bCs/>
          <w:color w:val="000000"/>
          <w:sz w:val="24"/>
          <w:szCs w:val="24"/>
        </w:rPr>
        <w:t xml:space="preserve">реализации  </w:t>
      </w:r>
      <w:r>
        <w:rPr>
          <w:b/>
          <w:bCs/>
          <w:color w:val="000000"/>
          <w:sz w:val="24"/>
          <w:szCs w:val="24"/>
        </w:rPr>
        <w:t>м</w:t>
      </w:r>
      <w:r w:rsidRPr="00CF33A4">
        <w:rPr>
          <w:b/>
          <w:bCs/>
          <w:color w:val="000000"/>
          <w:sz w:val="24"/>
          <w:szCs w:val="24"/>
        </w:rPr>
        <w:t>униципальной программы за счет всех источников финансирования</w:t>
      </w:r>
    </w:p>
    <w:p w:rsidR="00BD7E83" w:rsidRPr="0087671A" w:rsidRDefault="00BD7E83" w:rsidP="001325D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87671A">
        <w:rPr>
          <w:b/>
          <w:bCs/>
          <w:color w:val="000000"/>
          <w:sz w:val="24"/>
          <w:szCs w:val="24"/>
        </w:rPr>
        <w:t xml:space="preserve">Развитие муниципального управления в </w:t>
      </w:r>
      <w:r>
        <w:rPr>
          <w:b/>
          <w:bCs/>
          <w:color w:val="000000"/>
          <w:sz w:val="24"/>
          <w:szCs w:val="24"/>
        </w:rPr>
        <w:t>Еремеевском</w:t>
      </w:r>
      <w:r w:rsidRPr="0087671A">
        <w:rPr>
          <w:b/>
          <w:bCs/>
          <w:color w:val="000000"/>
          <w:sz w:val="24"/>
          <w:szCs w:val="24"/>
        </w:rPr>
        <w:t xml:space="preserve"> сельсовете Сосновоборского района</w:t>
      </w:r>
    </w:p>
    <w:p w:rsidR="00BD7E83" w:rsidRPr="0087671A" w:rsidRDefault="00BD7E83" w:rsidP="001325D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7671A">
        <w:rPr>
          <w:b/>
          <w:bCs/>
          <w:color w:val="000000"/>
          <w:sz w:val="24"/>
          <w:szCs w:val="24"/>
        </w:rPr>
        <w:t xml:space="preserve">Пензенской области на </w:t>
      </w:r>
      <w:r>
        <w:rPr>
          <w:b/>
          <w:bCs/>
          <w:color w:val="000000"/>
          <w:sz w:val="24"/>
          <w:szCs w:val="24"/>
        </w:rPr>
        <w:t>2020</w:t>
      </w:r>
      <w:r w:rsidRPr="0087671A">
        <w:rPr>
          <w:b/>
          <w:bCs/>
          <w:color w:val="000000"/>
          <w:sz w:val="24"/>
          <w:szCs w:val="24"/>
        </w:rPr>
        <w:t>-202</w:t>
      </w:r>
      <w:r>
        <w:rPr>
          <w:b/>
          <w:bCs/>
          <w:color w:val="000000"/>
          <w:sz w:val="24"/>
          <w:szCs w:val="24"/>
        </w:rPr>
        <w:t>2</w:t>
      </w:r>
      <w:r w:rsidRPr="0087671A">
        <w:rPr>
          <w:b/>
          <w:bCs/>
          <w:color w:val="000000"/>
          <w:sz w:val="24"/>
          <w:szCs w:val="24"/>
        </w:rPr>
        <w:t xml:space="preserve"> годы »</w:t>
      </w:r>
    </w:p>
    <w:tbl>
      <w:tblPr>
        <w:tblpPr w:leftFromText="180" w:rightFromText="180" w:vertAnchor="text" w:horzAnchor="margin" w:tblpX="147" w:tblpY="387"/>
        <w:tblW w:w="12817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75"/>
        <w:gridCol w:w="1983"/>
        <w:gridCol w:w="3412"/>
        <w:gridCol w:w="2113"/>
        <w:gridCol w:w="9"/>
        <w:gridCol w:w="1283"/>
        <w:gridCol w:w="42"/>
        <w:gridCol w:w="1100"/>
        <w:gridCol w:w="2200"/>
      </w:tblGrid>
      <w:tr w:rsidR="00BD7E83" w:rsidRPr="003D4DD0">
        <w:trPr>
          <w:trHeight w:val="170"/>
          <w:tblCellSpacing w:w="5" w:type="nil"/>
        </w:trPr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Ответственный исполнитель       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    муниципальной программы       </w:t>
            </w:r>
          </w:p>
        </w:tc>
        <w:tc>
          <w:tcPr>
            <w:tcW w:w="67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администрации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  сельсовета Сосновоборского района</w:t>
            </w:r>
          </w:p>
          <w:p w:rsidR="00BD7E83" w:rsidRPr="003D4DD0" w:rsidRDefault="00BD7E83" w:rsidP="00A0705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Пензенской области</w:t>
            </w:r>
          </w:p>
        </w:tc>
      </w:tr>
      <w:tr w:rsidR="00BD7E83" w:rsidRPr="003D4DD0">
        <w:trPr>
          <w:trHeight w:val="170"/>
          <w:tblCellSpacing w:w="5" w:type="nil"/>
        </w:trPr>
        <w:tc>
          <w:tcPr>
            <w:tcW w:w="6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 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Статус     </w:t>
            </w:r>
          </w:p>
        </w:tc>
        <w:tc>
          <w:tcPr>
            <w:tcW w:w="34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Наименование   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муниципальной  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  программы,    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 подпрограммы   </w:t>
            </w:r>
          </w:p>
        </w:tc>
        <w:tc>
          <w:tcPr>
            <w:tcW w:w="2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Источник      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финансирования   </w:t>
            </w:r>
          </w:p>
        </w:tc>
        <w:tc>
          <w:tcPr>
            <w:tcW w:w="463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расходов, тыс. рублей</w:t>
            </w:r>
          </w:p>
        </w:tc>
      </w:tr>
      <w:tr w:rsidR="00BD7E83" w:rsidRPr="003D4DD0">
        <w:trPr>
          <w:trHeight w:val="170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D60D7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2020г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D60D7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9D47B1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BD7E83" w:rsidRPr="003D4DD0">
        <w:trPr>
          <w:trHeight w:val="170"/>
          <w:tblCellSpacing w:w="5" w:type="nil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2       </w:t>
            </w:r>
          </w:p>
        </w:tc>
        <w:tc>
          <w:tcPr>
            <w:tcW w:w="3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3         </w:t>
            </w:r>
          </w:p>
        </w:tc>
        <w:tc>
          <w:tcPr>
            <w:tcW w:w="2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4        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9     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3D4DD0">
        <w:trPr>
          <w:trHeight w:val="170"/>
          <w:tblCellSpacing w:w="5" w:type="nil"/>
        </w:trPr>
        <w:tc>
          <w:tcPr>
            <w:tcW w:w="6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Муниципальная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34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Развитие муниципального управления в </w:t>
            </w:r>
          </w:p>
          <w:p w:rsidR="00BD7E83" w:rsidRPr="003D4DD0" w:rsidRDefault="00BD7E83" w:rsidP="00A0705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Еремеевском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сельсовете </w:t>
            </w:r>
            <w:r>
              <w:rPr>
                <w:color w:val="000000"/>
                <w:sz w:val="24"/>
                <w:szCs w:val="24"/>
              </w:rPr>
              <w:t>Сосновоборского</w:t>
            </w:r>
            <w:r w:rsidRPr="003D4DD0">
              <w:rPr>
                <w:color w:val="000000"/>
                <w:sz w:val="24"/>
                <w:szCs w:val="24"/>
              </w:rPr>
              <w:t xml:space="preserve"> района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D4DD0">
              <w:rPr>
                <w:color w:val="000000"/>
                <w:sz w:val="24"/>
                <w:szCs w:val="24"/>
              </w:rPr>
              <w:t xml:space="preserve">Пензенской области на </w:t>
            </w:r>
            <w:r>
              <w:rPr>
                <w:sz w:val="24"/>
                <w:szCs w:val="24"/>
              </w:rPr>
              <w:t>2020</w:t>
            </w:r>
            <w:r w:rsidRPr="003D4DD0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2</w:t>
            </w:r>
            <w:r w:rsidRPr="003D4DD0">
              <w:rPr>
                <w:sz w:val="24"/>
                <w:szCs w:val="24"/>
              </w:rPr>
              <w:t xml:space="preserve">  </w:t>
            </w:r>
            <w:r w:rsidRPr="003D4DD0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2493,8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1653,6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1664,7</w:t>
            </w:r>
          </w:p>
        </w:tc>
      </w:tr>
      <w:tr w:rsidR="00BD7E83" w:rsidRPr="003D4DD0">
        <w:trPr>
          <w:trHeight w:val="170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  сельсовета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2493,8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1653,6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1664,7</w:t>
            </w:r>
          </w:p>
        </w:tc>
      </w:tr>
      <w:tr w:rsidR="00BD7E83" w:rsidRPr="003D4DD0">
        <w:trPr>
          <w:trHeight w:val="170"/>
          <w:tblCellSpacing w:w="5" w:type="nil"/>
        </w:trPr>
        <w:tc>
          <w:tcPr>
            <w:tcW w:w="6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34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муниципальной службы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Еремеевском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Сосновоборского района Пензенской области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CD77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            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7F7776">
            <w:r>
              <w:rPr>
                <w:sz w:val="24"/>
                <w:szCs w:val="24"/>
              </w:rPr>
              <w:t>2075,3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A0705B">
            <w:r>
              <w:rPr>
                <w:sz w:val="24"/>
                <w:szCs w:val="24"/>
              </w:rPr>
              <w:t>1346,3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4C25B4" w:rsidRDefault="00BD7E83" w:rsidP="00A0705B">
            <w:r>
              <w:rPr>
                <w:sz w:val="24"/>
                <w:szCs w:val="24"/>
              </w:rPr>
              <w:t>1352,0</w:t>
            </w:r>
          </w:p>
        </w:tc>
      </w:tr>
      <w:tr w:rsidR="00BD7E83" w:rsidRPr="003D4DD0">
        <w:trPr>
          <w:trHeight w:val="170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Еремеевского сельсовета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FB72B9">
            <w:r>
              <w:rPr>
                <w:sz w:val="24"/>
                <w:szCs w:val="24"/>
              </w:rPr>
              <w:t>2075,3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2264AE">
            <w:r>
              <w:rPr>
                <w:sz w:val="24"/>
                <w:szCs w:val="24"/>
              </w:rPr>
              <w:t>1346,3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4C25B4" w:rsidRDefault="00BD7E83" w:rsidP="002264AE">
            <w:r>
              <w:rPr>
                <w:sz w:val="24"/>
                <w:szCs w:val="24"/>
              </w:rPr>
              <w:t>1352,0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  Пензенской области         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 коммунальной инфраструктуры Еремеевского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Сосновоборского района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 xml:space="preserve">Пензенской области 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847D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7E83" w:rsidRPr="003D4DD0">
        <w:trPr>
          <w:trHeight w:val="344"/>
          <w:tblCellSpacing w:w="5" w:type="nil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Еремеевского сельсовета 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  Пензенской области         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источники    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Энергосбережение и повышение энергетической эффективности на территории Еремеевского  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Сосновоборского района Пензенской области 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2020-2022</w:t>
            </w:r>
            <w:r w:rsidRPr="00CD7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  сельсовета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Еремеевского сельсовета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  Пензенской области         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населенных пунктов Еремеевского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Сосновоборского района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 xml:space="preserve">Пензенской области 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847D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Еремеевского  сельсовета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собственностью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Еремеевского  сельсовета Сосновоборского района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 xml:space="preserve">Пензенской области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847D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Еремеевского  сельсовета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E8150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D60D7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автомобильных дорог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Еремеевского  сельсовета Сосновоборского района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 xml:space="preserve">Пензенской области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847D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</w:tr>
      <w:tr w:rsidR="00BD7E83" w:rsidRPr="003D4DD0">
        <w:trPr>
          <w:trHeight w:val="959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Еремеевского  сельсовета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87671A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671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общественного порядка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противодействию преступности  в Еремеевском</w:t>
            </w:r>
            <w:r w:rsidRPr="0087671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 Сосновоборского района Пензенской области 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847D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7671A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Еремеевского  сельсовета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иные источники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42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территорий от чрезвычайных ситуаций, обеспечение пожарной безопасности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Еремеевском</w:t>
            </w:r>
            <w:r w:rsidRPr="00F1642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 Сосновоборского района Пензенской области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Pr="00847D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6425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Еремеевского  сельсовета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2264AE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2264AE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2264AE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</w:t>
            </w:r>
          </w:p>
        </w:tc>
      </w:tr>
      <w:tr w:rsidR="00BD7E83" w:rsidRPr="003D4DD0">
        <w:trPr>
          <w:trHeight w:val="18"/>
          <w:tblCellSpacing w:w="5" w:type="nil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D7E83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 w:rsidRPr="005D3548">
              <w:rPr>
                <w:sz w:val="24"/>
                <w:szCs w:val="24"/>
              </w:rPr>
              <w:t xml:space="preserve">Развитие культуры в </w:t>
            </w:r>
            <w:r>
              <w:rPr>
                <w:sz w:val="24"/>
                <w:szCs w:val="24"/>
              </w:rPr>
              <w:t>Еремеевском</w:t>
            </w:r>
            <w:r w:rsidRPr="005D3548">
              <w:rPr>
                <w:sz w:val="24"/>
                <w:szCs w:val="24"/>
              </w:rPr>
              <w:t xml:space="preserve"> сельсовете Сосновоборского района Пензенской области   на </w:t>
            </w:r>
            <w:r>
              <w:rPr>
                <w:sz w:val="24"/>
                <w:szCs w:val="24"/>
              </w:rPr>
              <w:t>2020</w:t>
            </w:r>
            <w:r w:rsidRPr="003D4DD0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2</w:t>
            </w:r>
            <w:r w:rsidRPr="003D4DD0">
              <w:rPr>
                <w:sz w:val="24"/>
                <w:szCs w:val="24"/>
              </w:rPr>
              <w:t xml:space="preserve">  </w:t>
            </w:r>
            <w:r w:rsidRPr="005D3548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7F7776">
            <w:pPr>
              <w:autoSpaceDE w:val="0"/>
              <w:autoSpaceDN w:val="0"/>
              <w:adjustRightInd w:val="0"/>
              <w:ind w:right="-208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158,2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2264AE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158,3</w:t>
            </w:r>
          </w:p>
        </w:tc>
      </w:tr>
      <w:tr w:rsidR="00BD7E83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6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5D3548" w:rsidRDefault="00BD7E83" w:rsidP="00A0705B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Бюджет </w:t>
            </w:r>
            <w:r>
              <w:rPr>
                <w:color w:val="000000"/>
                <w:sz w:val="24"/>
                <w:szCs w:val="24"/>
              </w:rPr>
              <w:t xml:space="preserve"> Еремеевского  сельсовета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2264AE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158,2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2264AE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2264AE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158,3</w:t>
            </w:r>
          </w:p>
        </w:tc>
      </w:tr>
      <w:tr w:rsidR="00BD7E83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3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D3548" w:rsidRDefault="00BD7E83" w:rsidP="00A0705B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иные источники   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</w:p>
        </w:tc>
      </w:tr>
    </w:tbl>
    <w:p w:rsidR="00BD7E83" w:rsidRPr="009E402E" w:rsidRDefault="00BD7E83" w:rsidP="001325DD">
      <w:pPr>
        <w:rPr>
          <w:vanish/>
        </w:rPr>
      </w:pPr>
    </w:p>
    <w:tbl>
      <w:tblPr>
        <w:tblW w:w="15549" w:type="dxa"/>
        <w:tblInd w:w="-106" w:type="dxa"/>
        <w:tblBorders>
          <w:top w:val="single" w:sz="4" w:space="0" w:color="auto"/>
        </w:tblBorders>
        <w:tblLook w:val="0000"/>
      </w:tblPr>
      <w:tblGrid>
        <w:gridCol w:w="15549"/>
      </w:tblGrid>
      <w:tr w:rsidR="00BD7E83">
        <w:trPr>
          <w:trHeight w:val="100"/>
        </w:trPr>
        <w:tc>
          <w:tcPr>
            <w:tcW w:w="15549" w:type="dxa"/>
            <w:tcBorders>
              <w:top w:val="single" w:sz="4" w:space="0" w:color="auto"/>
            </w:tcBorders>
          </w:tcPr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</w:p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»;</w:t>
            </w:r>
          </w:p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</w:p>
          <w:p w:rsidR="00BD7E83" w:rsidRDefault="00BD7E83" w:rsidP="00A0705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</w:p>
        </w:tc>
      </w:tr>
    </w:tbl>
    <w:p w:rsidR="00BD7E83" w:rsidRDefault="00BD7E83" w:rsidP="001325DD">
      <w:pPr>
        <w:tabs>
          <w:tab w:val="left" w:pos="11888"/>
        </w:tabs>
        <w:rPr>
          <w:sz w:val="24"/>
          <w:szCs w:val="24"/>
        </w:rPr>
      </w:pPr>
    </w:p>
    <w:p w:rsidR="00BD7E83" w:rsidRPr="00EC3E43" w:rsidRDefault="00BD7E83" w:rsidP="00EC3E43">
      <w:pPr>
        <w:tabs>
          <w:tab w:val="left" w:pos="11888"/>
        </w:tabs>
        <w:jc w:val="right"/>
        <w:rPr>
          <w:color w:val="000000"/>
          <w:sz w:val="24"/>
          <w:szCs w:val="24"/>
        </w:rPr>
      </w:pPr>
    </w:p>
    <w:p w:rsidR="00BD7E83" w:rsidRPr="009E402E" w:rsidRDefault="00BD7E83" w:rsidP="00375ADD">
      <w:pPr>
        <w:rPr>
          <w:vanish/>
        </w:rPr>
      </w:pPr>
    </w:p>
    <w:tbl>
      <w:tblPr>
        <w:tblW w:w="15549" w:type="dxa"/>
        <w:tblInd w:w="-106" w:type="dxa"/>
        <w:tblBorders>
          <w:top w:val="single" w:sz="4" w:space="0" w:color="auto"/>
        </w:tblBorders>
        <w:tblLook w:val="0000"/>
      </w:tblPr>
      <w:tblGrid>
        <w:gridCol w:w="15549"/>
      </w:tblGrid>
      <w:tr w:rsidR="00BD7E83">
        <w:trPr>
          <w:trHeight w:val="100"/>
        </w:trPr>
        <w:tc>
          <w:tcPr>
            <w:tcW w:w="15549" w:type="dxa"/>
            <w:tcBorders>
              <w:top w:val="single" w:sz="4" w:space="0" w:color="auto"/>
            </w:tcBorders>
          </w:tcPr>
          <w:p w:rsidR="00BD7E83" w:rsidRDefault="00BD7E83" w:rsidP="00090082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4"/>
                <w:szCs w:val="24"/>
              </w:rPr>
            </w:pPr>
          </w:p>
        </w:tc>
      </w:tr>
    </w:tbl>
    <w:p w:rsidR="00BD7E83" w:rsidRPr="00393C6F" w:rsidRDefault="00BD7E83" w:rsidP="00393C6F">
      <w:pPr>
        <w:widowControl/>
        <w:spacing w:before="100" w:beforeAutospacing="1"/>
        <w:rPr>
          <w:sz w:val="24"/>
          <w:szCs w:val="24"/>
        </w:rPr>
      </w:pPr>
      <w:r w:rsidRPr="00393C6F">
        <w:rPr>
          <w:color w:val="000000"/>
          <w:sz w:val="24"/>
          <w:szCs w:val="24"/>
        </w:rPr>
        <w:t>1.4. приложение 4 Муниципальной программы изложить в следующей редакции:</w:t>
      </w:r>
    </w:p>
    <w:p w:rsidR="00BD7E83" w:rsidRDefault="00BD7E83" w:rsidP="00375ADD">
      <w:pPr>
        <w:tabs>
          <w:tab w:val="left" w:pos="11888"/>
        </w:tabs>
        <w:rPr>
          <w:sz w:val="24"/>
          <w:szCs w:val="24"/>
        </w:rPr>
      </w:pPr>
    </w:p>
    <w:p w:rsidR="00BD7E83" w:rsidRPr="003D4DD0" w:rsidRDefault="00BD7E83" w:rsidP="00375ADD">
      <w:pPr>
        <w:tabs>
          <w:tab w:val="left" w:pos="11888"/>
        </w:tabs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>«П</w:t>
      </w:r>
      <w:r>
        <w:rPr>
          <w:color w:val="000000"/>
          <w:sz w:val="24"/>
          <w:szCs w:val="24"/>
        </w:rPr>
        <w:t xml:space="preserve">риложение </w:t>
      </w:r>
      <w:r w:rsidRPr="003D4DD0">
        <w:rPr>
          <w:color w:val="000000"/>
          <w:sz w:val="24"/>
          <w:szCs w:val="24"/>
        </w:rPr>
        <w:t xml:space="preserve"> 4</w:t>
      </w:r>
    </w:p>
    <w:p w:rsidR="00BD7E83" w:rsidRPr="003D4DD0" w:rsidRDefault="00BD7E83" w:rsidP="00375ADD">
      <w:pPr>
        <w:jc w:val="right"/>
        <w:rPr>
          <w:b/>
          <w:bCs/>
          <w:color w:val="000000"/>
          <w:sz w:val="24"/>
          <w:szCs w:val="24"/>
        </w:rPr>
      </w:pPr>
    </w:p>
    <w:p w:rsidR="00BD7E83" w:rsidRPr="00CF33A4" w:rsidRDefault="00BD7E83" w:rsidP="00375ADD">
      <w:pPr>
        <w:jc w:val="center"/>
        <w:rPr>
          <w:b/>
          <w:bCs/>
          <w:color w:val="000000"/>
          <w:sz w:val="24"/>
          <w:szCs w:val="24"/>
        </w:rPr>
      </w:pPr>
      <w:r w:rsidRPr="00CF33A4">
        <w:rPr>
          <w:b/>
          <w:bCs/>
          <w:color w:val="000000"/>
          <w:sz w:val="24"/>
          <w:szCs w:val="24"/>
        </w:rPr>
        <w:t>Ресурсное обеспечение</w:t>
      </w:r>
      <w:r>
        <w:rPr>
          <w:b/>
          <w:bCs/>
          <w:color w:val="000000"/>
          <w:sz w:val="24"/>
          <w:szCs w:val="24"/>
        </w:rPr>
        <w:t xml:space="preserve"> </w:t>
      </w:r>
      <w:r w:rsidRPr="00CF33A4">
        <w:rPr>
          <w:b/>
          <w:bCs/>
          <w:color w:val="000000"/>
          <w:sz w:val="24"/>
          <w:szCs w:val="24"/>
        </w:rPr>
        <w:t xml:space="preserve">реализации </w:t>
      </w:r>
      <w:r>
        <w:rPr>
          <w:b/>
          <w:bCs/>
          <w:color w:val="000000"/>
          <w:sz w:val="24"/>
          <w:szCs w:val="24"/>
        </w:rPr>
        <w:t>м</w:t>
      </w:r>
      <w:r w:rsidRPr="00CF33A4">
        <w:rPr>
          <w:b/>
          <w:bCs/>
          <w:color w:val="000000"/>
          <w:sz w:val="24"/>
          <w:szCs w:val="24"/>
        </w:rPr>
        <w:t>униципальной  программы</w:t>
      </w:r>
    </w:p>
    <w:p w:rsidR="00BD7E83" w:rsidRDefault="00BD7E83" w:rsidP="00375AD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u w:val="single"/>
        </w:rPr>
      </w:pPr>
      <w:r w:rsidRPr="003D4DD0">
        <w:rPr>
          <w:b/>
          <w:bCs/>
          <w:color w:val="000000"/>
          <w:spacing w:val="-2"/>
          <w:sz w:val="24"/>
          <w:szCs w:val="24"/>
          <w:u w:val="single"/>
        </w:rPr>
        <w:t>«</w:t>
      </w:r>
      <w:r w:rsidRPr="003D4DD0">
        <w:rPr>
          <w:b/>
          <w:bCs/>
          <w:color w:val="000000"/>
          <w:sz w:val="24"/>
          <w:szCs w:val="24"/>
          <w:u w:val="single"/>
        </w:rPr>
        <w:t xml:space="preserve">Развитие муниципального управления в </w:t>
      </w:r>
      <w:r>
        <w:rPr>
          <w:b/>
          <w:bCs/>
          <w:color w:val="000000"/>
          <w:sz w:val="24"/>
          <w:szCs w:val="24"/>
          <w:u w:val="single"/>
        </w:rPr>
        <w:t>Еремеевском</w:t>
      </w:r>
      <w:r w:rsidRPr="003D4DD0">
        <w:rPr>
          <w:b/>
          <w:bCs/>
          <w:color w:val="000000"/>
          <w:sz w:val="24"/>
          <w:szCs w:val="24"/>
          <w:u w:val="single"/>
        </w:rPr>
        <w:t xml:space="preserve"> сельсовете </w:t>
      </w:r>
      <w:r>
        <w:rPr>
          <w:b/>
          <w:bCs/>
          <w:color w:val="000000"/>
          <w:sz w:val="24"/>
          <w:szCs w:val="24"/>
          <w:u w:val="single"/>
        </w:rPr>
        <w:t>Сосновоборского</w:t>
      </w:r>
      <w:r w:rsidRPr="003D4DD0">
        <w:rPr>
          <w:b/>
          <w:bCs/>
          <w:color w:val="000000"/>
          <w:sz w:val="24"/>
          <w:szCs w:val="24"/>
          <w:u w:val="single"/>
        </w:rPr>
        <w:t xml:space="preserve"> района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Pr="003D4DD0">
        <w:rPr>
          <w:b/>
          <w:bCs/>
          <w:color w:val="000000"/>
          <w:sz w:val="24"/>
          <w:szCs w:val="24"/>
          <w:u w:val="single"/>
        </w:rPr>
        <w:t xml:space="preserve">Пензенской области на </w:t>
      </w:r>
      <w:r>
        <w:rPr>
          <w:b/>
          <w:bCs/>
          <w:color w:val="000000"/>
          <w:sz w:val="24"/>
          <w:szCs w:val="24"/>
          <w:u w:val="single"/>
        </w:rPr>
        <w:t>2020-2022</w:t>
      </w:r>
      <w:r w:rsidRPr="000667EC">
        <w:rPr>
          <w:b/>
          <w:bCs/>
          <w:color w:val="000000"/>
          <w:sz w:val="24"/>
          <w:szCs w:val="24"/>
          <w:u w:val="single"/>
        </w:rPr>
        <w:t xml:space="preserve">  </w:t>
      </w:r>
      <w:r w:rsidRPr="003D4DD0">
        <w:rPr>
          <w:b/>
          <w:bCs/>
          <w:color w:val="000000"/>
          <w:sz w:val="24"/>
          <w:szCs w:val="24"/>
          <w:u w:val="single"/>
        </w:rPr>
        <w:t>годы</w:t>
      </w:r>
      <w:r w:rsidRPr="003D4DD0">
        <w:rPr>
          <w:b/>
          <w:bCs/>
          <w:color w:val="000000"/>
          <w:spacing w:val="-2"/>
          <w:sz w:val="24"/>
          <w:szCs w:val="24"/>
          <w:u w:val="single"/>
        </w:rPr>
        <w:t>»</w:t>
      </w:r>
      <w:r>
        <w:rPr>
          <w:b/>
          <w:bCs/>
          <w:color w:val="000000"/>
          <w:spacing w:val="-2"/>
          <w:sz w:val="24"/>
          <w:szCs w:val="24"/>
          <w:u w:val="single"/>
        </w:rPr>
        <w:t xml:space="preserve"> </w:t>
      </w:r>
      <w:r w:rsidRPr="003D4DD0">
        <w:rPr>
          <w:b/>
          <w:bCs/>
          <w:color w:val="000000"/>
          <w:sz w:val="24"/>
          <w:szCs w:val="24"/>
        </w:rPr>
        <w:t xml:space="preserve">за счет средств бюджета </w:t>
      </w:r>
      <w:r>
        <w:rPr>
          <w:b/>
          <w:bCs/>
          <w:color w:val="000000"/>
          <w:sz w:val="24"/>
          <w:szCs w:val="24"/>
        </w:rPr>
        <w:t xml:space="preserve">Еремеевского  сельсовета Сосновоборского района </w:t>
      </w:r>
      <w:r w:rsidRPr="003D4DD0">
        <w:rPr>
          <w:b/>
          <w:bCs/>
          <w:color w:val="000000"/>
          <w:sz w:val="24"/>
          <w:szCs w:val="24"/>
        </w:rPr>
        <w:t>Пензенской области</w:t>
      </w:r>
      <w:r w:rsidRPr="003D4DD0">
        <w:rPr>
          <w:b/>
          <w:bCs/>
          <w:color w:val="000000"/>
          <w:sz w:val="24"/>
          <w:szCs w:val="24"/>
          <w:u w:val="single"/>
        </w:rPr>
        <w:t xml:space="preserve">  </w:t>
      </w:r>
    </w:p>
    <w:p w:rsidR="00BD7E83" w:rsidRPr="003D4DD0" w:rsidRDefault="00BD7E83" w:rsidP="00375AD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3D4DD0">
        <w:rPr>
          <w:b/>
          <w:bCs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</w:t>
      </w:r>
      <w:r w:rsidRPr="003D4DD0">
        <w:rPr>
          <w:b/>
          <w:bCs/>
          <w:color w:val="000000"/>
          <w:sz w:val="24"/>
          <w:szCs w:val="24"/>
        </w:rPr>
        <w:t xml:space="preserve">  </w:t>
      </w:r>
    </w:p>
    <w:tbl>
      <w:tblPr>
        <w:tblW w:w="15402" w:type="dxa"/>
        <w:tblInd w:w="-106" w:type="dxa"/>
        <w:tblLayout w:type="fixed"/>
        <w:tblLook w:val="00A0"/>
      </w:tblPr>
      <w:tblGrid>
        <w:gridCol w:w="425"/>
        <w:gridCol w:w="1869"/>
        <w:gridCol w:w="25"/>
        <w:gridCol w:w="2498"/>
        <w:gridCol w:w="1857"/>
        <w:gridCol w:w="12"/>
        <w:gridCol w:w="570"/>
        <w:gridCol w:w="12"/>
        <w:gridCol w:w="570"/>
        <w:gridCol w:w="12"/>
        <w:gridCol w:w="715"/>
        <w:gridCol w:w="12"/>
        <w:gridCol w:w="715"/>
        <w:gridCol w:w="12"/>
        <w:gridCol w:w="628"/>
        <w:gridCol w:w="1510"/>
        <w:gridCol w:w="2085"/>
        <w:gridCol w:w="6"/>
        <w:gridCol w:w="1857"/>
        <w:gridCol w:w="12"/>
      </w:tblGrid>
      <w:tr w:rsidR="00BD7E83" w:rsidRPr="003D4DD0">
        <w:trPr>
          <w:gridAfter w:val="1"/>
          <w:wAfter w:w="12" w:type="dxa"/>
          <w:trHeight w:val="906"/>
        </w:trPr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D7E83" w:rsidRPr="003D4DD0" w:rsidRDefault="00BD7E83" w:rsidP="00090082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Ответственный исполнитель Муниципальной  программы</w:t>
            </w:r>
          </w:p>
          <w:p w:rsidR="00BD7E83" w:rsidRPr="003D4DD0" w:rsidRDefault="00BD7E83" w:rsidP="00090082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573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D7E83" w:rsidRPr="003D4DD0" w:rsidRDefault="00BD7E83" w:rsidP="00090082">
            <w:pPr>
              <w:tabs>
                <w:tab w:val="left" w:pos="5333"/>
              </w:tabs>
              <w:jc w:val="center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z w:val="24"/>
                <w:szCs w:val="24"/>
              </w:rPr>
              <w:t xml:space="preserve">Еремеевского  сельсовета Сосновоборского района </w:t>
            </w:r>
            <w:r w:rsidRPr="003D4DD0">
              <w:rPr>
                <w:color w:val="000000"/>
                <w:sz w:val="24"/>
                <w:szCs w:val="24"/>
              </w:rPr>
              <w:t>Пензенской области</w:t>
            </w:r>
          </w:p>
          <w:p w:rsidR="00BD7E83" w:rsidRPr="003D4DD0" w:rsidRDefault="00BD7E83" w:rsidP="00090082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D7E83" w:rsidRPr="003D4DD0">
        <w:trPr>
          <w:gridAfter w:val="1"/>
          <w:wAfter w:w="12" w:type="dxa"/>
          <w:trHeight w:val="97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№ </w:t>
            </w:r>
            <w:r w:rsidRPr="003D4DD0">
              <w:rPr>
                <w:color w:val="000000"/>
                <w:spacing w:val="-10"/>
                <w:sz w:val="24"/>
                <w:szCs w:val="24"/>
              </w:rPr>
              <w:t>п/п</w:t>
            </w:r>
          </w:p>
        </w:tc>
        <w:tc>
          <w:tcPr>
            <w:tcW w:w="18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1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32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  <w:p w:rsidR="00BD7E83" w:rsidRPr="003D4DD0" w:rsidRDefault="00BD7E83" w:rsidP="00090082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4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Расходы бюджета </w:t>
            </w:r>
            <w:r>
              <w:rPr>
                <w:color w:val="000000"/>
                <w:sz w:val="24"/>
                <w:szCs w:val="24"/>
              </w:rPr>
              <w:t xml:space="preserve">Еремеевского 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сельсовета,</w:t>
            </w:r>
            <w:r w:rsidRPr="003D4DD0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D4DD0">
              <w:rPr>
                <w:color w:val="000000"/>
                <w:sz w:val="24"/>
                <w:szCs w:val="24"/>
              </w:rPr>
              <w:t>тыс. рублей</w:t>
            </w:r>
          </w:p>
        </w:tc>
      </w:tr>
      <w:tr w:rsidR="00BD7E83" w:rsidRPr="003D4DD0">
        <w:trPr>
          <w:gridAfter w:val="1"/>
          <w:wAfter w:w="12" w:type="dxa"/>
          <w:trHeight w:val="140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pacing w:val="-8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pacing w:val="-8"/>
                <w:sz w:val="24"/>
                <w:szCs w:val="24"/>
              </w:rPr>
              <w:t>ГРБС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ЦС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655EE7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655EE7">
            <w:pPr>
              <w:ind w:left="177" w:hanging="177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655EE7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22</w:t>
            </w:r>
          </w:p>
        </w:tc>
      </w:tr>
      <w:tr w:rsidR="00BD7E83" w:rsidRPr="003D4DD0">
        <w:trPr>
          <w:trHeight w:val="469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12</w:t>
            </w:r>
          </w:p>
        </w:tc>
      </w:tr>
      <w:tr w:rsidR="00BD7E83" w:rsidRPr="003D4DD0">
        <w:trPr>
          <w:trHeight w:val="4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E83" w:rsidRPr="003D4DD0" w:rsidRDefault="00BD7E83" w:rsidP="000900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Развитие муниципального управления в </w:t>
            </w:r>
          </w:p>
          <w:p w:rsidR="00BD7E83" w:rsidRPr="003D4DD0" w:rsidRDefault="00BD7E83" w:rsidP="0009008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Еремеевском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сельсовете </w:t>
            </w:r>
            <w:r>
              <w:rPr>
                <w:color w:val="000000"/>
                <w:sz w:val="24"/>
                <w:szCs w:val="24"/>
              </w:rPr>
              <w:t>Сосновоборского</w:t>
            </w:r>
            <w:r w:rsidRPr="003D4DD0">
              <w:rPr>
                <w:color w:val="000000"/>
                <w:sz w:val="24"/>
                <w:szCs w:val="24"/>
              </w:rPr>
              <w:t xml:space="preserve"> района </w:t>
            </w:r>
          </w:p>
          <w:p w:rsidR="00BD7E83" w:rsidRPr="003D4DD0" w:rsidRDefault="00BD7E83" w:rsidP="00D60D7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Пензенской области на </w:t>
            </w:r>
            <w:r>
              <w:rPr>
                <w:color w:val="000000"/>
                <w:sz w:val="24"/>
                <w:szCs w:val="24"/>
              </w:rPr>
              <w:t>2020-2022</w:t>
            </w:r>
            <w:r w:rsidRPr="00FB6457">
              <w:rPr>
                <w:color w:val="000000"/>
                <w:sz w:val="24"/>
                <w:szCs w:val="24"/>
              </w:rPr>
              <w:t xml:space="preserve">  </w:t>
            </w:r>
            <w:r w:rsidRPr="003D4DD0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2493,8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1653,6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1664,7</w:t>
            </w:r>
          </w:p>
        </w:tc>
      </w:tr>
      <w:tr w:rsidR="00BD7E83" w:rsidRPr="003D4DD0">
        <w:trPr>
          <w:trHeight w:val="469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z w:val="24"/>
                <w:szCs w:val="24"/>
              </w:rPr>
              <w:t xml:space="preserve">Еремеевского 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2493,8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1653,6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1664,7</w:t>
            </w:r>
          </w:p>
        </w:tc>
      </w:tr>
      <w:tr w:rsidR="00BD7E83" w:rsidRPr="003D4DD0">
        <w:trPr>
          <w:trHeight w:val="46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Подпрограмма 1</w:t>
            </w: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sz w:val="24"/>
                <w:szCs w:val="24"/>
              </w:rPr>
              <w:t xml:space="preserve">Развитие муниципальной службы в </w:t>
            </w:r>
            <w:r>
              <w:rPr>
                <w:sz w:val="24"/>
                <w:szCs w:val="24"/>
              </w:rPr>
              <w:t>Еремеевском</w:t>
            </w:r>
            <w:r w:rsidRPr="003D4DD0">
              <w:rPr>
                <w:sz w:val="24"/>
                <w:szCs w:val="24"/>
              </w:rPr>
              <w:t xml:space="preserve"> сельсовете</w:t>
            </w:r>
            <w:r>
              <w:rPr>
                <w:sz w:val="24"/>
                <w:szCs w:val="24"/>
              </w:rPr>
              <w:t xml:space="preserve"> Сосновоборского района Пензенской области</w:t>
            </w:r>
            <w:r w:rsidRPr="003D4DD0">
              <w:rPr>
                <w:sz w:val="24"/>
                <w:szCs w:val="24"/>
              </w:rPr>
              <w:t xml:space="preserve"> на </w:t>
            </w:r>
            <w:r>
              <w:rPr>
                <w:color w:val="000000"/>
                <w:sz w:val="24"/>
                <w:szCs w:val="24"/>
              </w:rPr>
              <w:t>2020-2022</w:t>
            </w:r>
            <w:r w:rsidRPr="00FB6457">
              <w:rPr>
                <w:color w:val="000000"/>
                <w:sz w:val="24"/>
                <w:szCs w:val="24"/>
              </w:rPr>
              <w:t xml:space="preserve">  </w:t>
            </w:r>
            <w:r w:rsidRPr="003D4DD0">
              <w:rPr>
                <w:sz w:val="24"/>
                <w:szCs w:val="24"/>
              </w:rPr>
              <w:t>годы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Default="00BD7E83" w:rsidP="007F7776">
            <w:r>
              <w:rPr>
                <w:sz w:val="24"/>
                <w:szCs w:val="24"/>
              </w:rPr>
              <w:t>2075,3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Default="00BD7E83" w:rsidP="00090082">
            <w:r>
              <w:rPr>
                <w:sz w:val="24"/>
                <w:szCs w:val="24"/>
              </w:rPr>
              <w:t>1346,3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D857BA" w:rsidRDefault="00BD7E83" w:rsidP="00090082">
            <w:r>
              <w:rPr>
                <w:sz w:val="24"/>
                <w:szCs w:val="24"/>
              </w:rPr>
              <w:t>1352,0</w:t>
            </w:r>
          </w:p>
        </w:tc>
      </w:tr>
      <w:tr w:rsidR="00BD7E83" w:rsidRPr="003D4DD0">
        <w:trPr>
          <w:trHeight w:val="215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z w:val="24"/>
                <w:szCs w:val="24"/>
              </w:rPr>
              <w:t xml:space="preserve">Еремеевского 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Default="00BD7E83" w:rsidP="007F7776">
            <w:r>
              <w:rPr>
                <w:sz w:val="24"/>
                <w:szCs w:val="24"/>
              </w:rPr>
              <w:t>2075,3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Default="00BD7E83" w:rsidP="00090082">
            <w:r>
              <w:rPr>
                <w:sz w:val="24"/>
                <w:szCs w:val="24"/>
              </w:rPr>
              <w:t>1346,3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D857BA" w:rsidRDefault="00BD7E83" w:rsidP="00090082">
            <w:r>
              <w:rPr>
                <w:sz w:val="24"/>
                <w:szCs w:val="24"/>
              </w:rPr>
              <w:t>1352,0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2</w:t>
            </w: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sz w:val="24"/>
                <w:szCs w:val="24"/>
              </w:rPr>
              <w:t xml:space="preserve">Комплексное развитие систем коммунальной инфраструктуры </w:t>
            </w:r>
            <w:r>
              <w:rPr>
                <w:sz w:val="24"/>
                <w:szCs w:val="24"/>
              </w:rPr>
              <w:t xml:space="preserve">Еремеевского </w:t>
            </w:r>
            <w:r w:rsidRPr="003D4DD0">
              <w:rPr>
                <w:sz w:val="24"/>
                <w:szCs w:val="24"/>
              </w:rPr>
              <w:t xml:space="preserve"> сельсовета </w:t>
            </w:r>
            <w:r>
              <w:rPr>
                <w:sz w:val="24"/>
                <w:szCs w:val="24"/>
              </w:rPr>
              <w:t xml:space="preserve">Сосновоборского района </w:t>
            </w:r>
            <w:r w:rsidRPr="003D4DD0">
              <w:rPr>
                <w:sz w:val="24"/>
                <w:szCs w:val="24"/>
              </w:rPr>
              <w:t xml:space="preserve">Пензенской области  на </w:t>
            </w:r>
            <w:r>
              <w:rPr>
                <w:color w:val="000000"/>
                <w:sz w:val="24"/>
                <w:szCs w:val="24"/>
              </w:rPr>
              <w:t>2020-2022</w:t>
            </w:r>
            <w:r w:rsidRPr="00FB6457">
              <w:rPr>
                <w:color w:val="000000"/>
                <w:sz w:val="24"/>
                <w:szCs w:val="24"/>
              </w:rPr>
              <w:t xml:space="preserve">  </w:t>
            </w:r>
            <w:r w:rsidRPr="003D4DD0">
              <w:rPr>
                <w:sz w:val="24"/>
                <w:szCs w:val="24"/>
              </w:rPr>
              <w:t>годы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z w:val="24"/>
                <w:szCs w:val="24"/>
              </w:rPr>
              <w:t xml:space="preserve">Еремеевского 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Энергосбережение и повышение энергетической эффективности на территории Еремеевского  сельсовета</w:t>
            </w:r>
            <w:r w:rsidRPr="003D4DD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Сосновоборского</w:t>
            </w:r>
            <w:r w:rsidRPr="003D4DD0">
              <w:rPr>
                <w:color w:val="000000"/>
                <w:sz w:val="24"/>
                <w:szCs w:val="24"/>
              </w:rPr>
              <w:t xml:space="preserve"> района Пензенской области» на </w:t>
            </w:r>
            <w:r>
              <w:rPr>
                <w:color w:val="000000"/>
                <w:sz w:val="24"/>
                <w:szCs w:val="24"/>
              </w:rPr>
              <w:t>2020-2022</w:t>
            </w:r>
            <w:r w:rsidRPr="00FB6457">
              <w:rPr>
                <w:color w:val="000000"/>
                <w:sz w:val="24"/>
                <w:szCs w:val="24"/>
              </w:rPr>
              <w:t xml:space="preserve">  </w:t>
            </w:r>
            <w:r w:rsidRPr="003D4DD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z w:val="24"/>
                <w:szCs w:val="24"/>
              </w:rPr>
              <w:t xml:space="preserve">Еремеевского 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сельсовета  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D60D7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Благоустройство населенных пунктов Еремеевского </w:t>
            </w:r>
            <w:r w:rsidRPr="003D4DD0">
              <w:rPr>
                <w:sz w:val="24"/>
                <w:szCs w:val="24"/>
              </w:rPr>
              <w:t xml:space="preserve"> сельсовета </w:t>
            </w:r>
            <w:r>
              <w:rPr>
                <w:sz w:val="24"/>
                <w:szCs w:val="24"/>
              </w:rPr>
              <w:t xml:space="preserve">Сосновоборского района </w:t>
            </w:r>
            <w:r w:rsidRPr="003D4DD0">
              <w:rPr>
                <w:sz w:val="24"/>
                <w:szCs w:val="24"/>
              </w:rPr>
              <w:t xml:space="preserve">Пензенской области  на </w:t>
            </w:r>
            <w:r>
              <w:rPr>
                <w:color w:val="000000"/>
                <w:sz w:val="24"/>
                <w:szCs w:val="24"/>
              </w:rPr>
              <w:t>2020-2022</w:t>
            </w:r>
            <w:r w:rsidRPr="00FB6457">
              <w:rPr>
                <w:color w:val="000000"/>
                <w:sz w:val="24"/>
                <w:szCs w:val="24"/>
              </w:rPr>
              <w:t xml:space="preserve">  </w:t>
            </w:r>
            <w:r w:rsidRPr="003D4DD0">
              <w:rPr>
                <w:sz w:val="24"/>
                <w:szCs w:val="24"/>
              </w:rPr>
              <w:t>годы</w:t>
            </w:r>
            <w:r w:rsidRPr="003D4DD0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z w:val="24"/>
                <w:szCs w:val="24"/>
              </w:rPr>
              <w:t xml:space="preserve">Еремеевского 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сельсовета  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BD7E83" w:rsidRPr="003D4DD0">
        <w:trPr>
          <w:trHeight w:val="21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sz w:val="24"/>
                <w:szCs w:val="24"/>
              </w:rPr>
              <w:t xml:space="preserve">Управление муниципальной собственностью </w:t>
            </w:r>
            <w:r>
              <w:rPr>
                <w:sz w:val="24"/>
                <w:szCs w:val="24"/>
              </w:rPr>
              <w:t>Еремеевского  сельсовета Сосновоборского района</w:t>
            </w:r>
          </w:p>
          <w:p w:rsidR="00BD7E83" w:rsidRPr="003D4DD0" w:rsidRDefault="00BD7E83" w:rsidP="00D60D7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sz w:val="24"/>
                <w:szCs w:val="24"/>
              </w:rPr>
              <w:t xml:space="preserve">Пензенской области на </w:t>
            </w:r>
            <w:r>
              <w:rPr>
                <w:color w:val="000000"/>
                <w:sz w:val="24"/>
                <w:szCs w:val="24"/>
              </w:rPr>
              <w:t>2020</w:t>
            </w:r>
            <w:r w:rsidRPr="00FB6457">
              <w:rPr>
                <w:color w:val="000000"/>
                <w:sz w:val="24"/>
                <w:szCs w:val="24"/>
              </w:rPr>
              <w:t>-202</w:t>
            </w:r>
            <w:r>
              <w:rPr>
                <w:color w:val="000000"/>
                <w:sz w:val="24"/>
                <w:szCs w:val="24"/>
              </w:rPr>
              <w:t>2</w:t>
            </w:r>
            <w:r w:rsidRPr="00FB6457">
              <w:rPr>
                <w:color w:val="000000"/>
                <w:sz w:val="24"/>
                <w:szCs w:val="24"/>
              </w:rPr>
              <w:t xml:space="preserve">  </w:t>
            </w:r>
            <w:r w:rsidRPr="003D4DD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Всего</w:t>
            </w: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z w:val="24"/>
                <w:szCs w:val="24"/>
              </w:rPr>
              <w:t xml:space="preserve">Еремеевского 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сельсовета  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D7E83" w:rsidRPr="003D4DD0">
        <w:trPr>
          <w:trHeight w:val="15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 xml:space="preserve">Развитие сети автомобильных дорог на территории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Еремеевского сельсовета Сосновоборского района </w:t>
            </w:r>
            <w:r w:rsidRPr="003D4DD0">
              <w:rPr>
                <w:color w:val="000000"/>
                <w:sz w:val="24"/>
                <w:szCs w:val="24"/>
                <w:lang w:eastAsia="en-US"/>
              </w:rPr>
              <w:t xml:space="preserve">Пензенской области на </w:t>
            </w:r>
            <w:r>
              <w:rPr>
                <w:color w:val="000000"/>
                <w:sz w:val="24"/>
                <w:szCs w:val="24"/>
              </w:rPr>
              <w:t>2020-2022</w:t>
            </w:r>
            <w:r w:rsidRPr="00FB6457">
              <w:rPr>
                <w:color w:val="000000"/>
                <w:sz w:val="24"/>
                <w:szCs w:val="24"/>
              </w:rPr>
              <w:t xml:space="preserve">  </w:t>
            </w:r>
            <w:r w:rsidRPr="003D4DD0">
              <w:rPr>
                <w:color w:val="000000"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Всего</w:t>
            </w: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145,5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</w:tr>
      <w:tr w:rsidR="00BD7E83" w:rsidRPr="003D4DD0">
        <w:trPr>
          <w:trHeight w:val="763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z w:val="24"/>
                <w:szCs w:val="24"/>
              </w:rPr>
              <w:t xml:space="preserve">Еремеевского 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сельсовета  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145,5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</w:tr>
      <w:tr w:rsidR="00BD7E83" w:rsidRPr="003D4DD0">
        <w:trPr>
          <w:trHeight w:val="31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87671A">
              <w:rPr>
                <w:sz w:val="24"/>
                <w:szCs w:val="24"/>
              </w:rPr>
              <w:t xml:space="preserve">Обеспечение общественного порядка и противодействию преступности  в </w:t>
            </w:r>
            <w:r>
              <w:rPr>
                <w:sz w:val="24"/>
                <w:szCs w:val="24"/>
              </w:rPr>
              <w:t>Еремеевском</w:t>
            </w:r>
            <w:r w:rsidRPr="0087671A">
              <w:rPr>
                <w:sz w:val="24"/>
                <w:szCs w:val="24"/>
              </w:rPr>
              <w:t xml:space="preserve"> сельсовете Сосновоборского района Пензенской области  на </w:t>
            </w:r>
            <w:r>
              <w:rPr>
                <w:color w:val="000000"/>
                <w:sz w:val="24"/>
                <w:szCs w:val="24"/>
              </w:rPr>
              <w:t>2020-2022</w:t>
            </w:r>
            <w:r w:rsidRPr="00FB6457">
              <w:rPr>
                <w:color w:val="000000"/>
                <w:sz w:val="24"/>
                <w:szCs w:val="24"/>
              </w:rPr>
              <w:t xml:space="preserve">  </w:t>
            </w:r>
            <w:r w:rsidRPr="0087671A">
              <w:rPr>
                <w:sz w:val="24"/>
                <w:szCs w:val="24"/>
              </w:rPr>
              <w:t>годы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Всего</w:t>
            </w: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z w:val="24"/>
                <w:szCs w:val="24"/>
              </w:rPr>
              <w:t xml:space="preserve">Еремеевского 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сельсовета  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16425">
              <w:rPr>
                <w:sz w:val="24"/>
                <w:szCs w:val="24"/>
              </w:rPr>
              <w:t xml:space="preserve">Защита населения и территорий от чрезвычайных ситуаций, обеспечение пожарной безопасности в </w:t>
            </w:r>
            <w:r>
              <w:rPr>
                <w:sz w:val="24"/>
                <w:szCs w:val="24"/>
              </w:rPr>
              <w:t>Еремеевском</w:t>
            </w:r>
            <w:r w:rsidRPr="00F16425">
              <w:rPr>
                <w:sz w:val="24"/>
                <w:szCs w:val="24"/>
              </w:rPr>
              <w:t xml:space="preserve"> сельсовете Сосновоборского района Пензенской области на </w:t>
            </w:r>
            <w:r>
              <w:rPr>
                <w:color w:val="000000"/>
                <w:sz w:val="24"/>
                <w:szCs w:val="24"/>
              </w:rPr>
              <w:t>2020-2022</w:t>
            </w:r>
            <w:r w:rsidRPr="00FB6457">
              <w:rPr>
                <w:color w:val="000000"/>
                <w:sz w:val="24"/>
                <w:szCs w:val="24"/>
              </w:rPr>
              <w:t xml:space="preserve">  </w:t>
            </w:r>
            <w:r w:rsidRPr="00F16425">
              <w:rPr>
                <w:sz w:val="24"/>
                <w:szCs w:val="24"/>
              </w:rPr>
              <w:t>годы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Всего</w:t>
            </w: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393C6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z w:val="24"/>
                <w:szCs w:val="24"/>
              </w:rPr>
              <w:t xml:space="preserve">Еремеевского 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сельсовета  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3C7579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3C7579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3C7579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 xml:space="preserve">Подпрограмма </w:t>
            </w: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sz w:val="24"/>
                <w:szCs w:val="24"/>
              </w:rPr>
              <w:t xml:space="preserve">Развитие </w:t>
            </w:r>
            <w:r>
              <w:rPr>
                <w:sz w:val="24"/>
                <w:szCs w:val="24"/>
              </w:rPr>
              <w:t xml:space="preserve">культуры в </w:t>
            </w:r>
            <w:r w:rsidRPr="003D4D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Еремеевском сельсовете Сосновоборского района </w:t>
            </w:r>
            <w:r w:rsidRPr="003D4DD0">
              <w:rPr>
                <w:sz w:val="24"/>
                <w:szCs w:val="24"/>
              </w:rPr>
              <w:t xml:space="preserve">Пензенской области на </w:t>
            </w:r>
            <w:r>
              <w:rPr>
                <w:color w:val="000000"/>
                <w:sz w:val="24"/>
                <w:szCs w:val="24"/>
              </w:rPr>
              <w:t>2020-2022</w:t>
            </w:r>
            <w:r w:rsidRPr="00FB6457">
              <w:rPr>
                <w:color w:val="000000"/>
                <w:sz w:val="24"/>
                <w:szCs w:val="24"/>
              </w:rPr>
              <w:t xml:space="preserve">  </w:t>
            </w:r>
            <w:r w:rsidRPr="003D4DD0">
              <w:rPr>
                <w:sz w:val="24"/>
                <w:szCs w:val="24"/>
              </w:rPr>
              <w:t>годы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Всего</w:t>
            </w: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9A20F3" w:rsidRDefault="00BD7E83" w:rsidP="007F77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158,2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Default="00BD7E83" w:rsidP="00090082">
            <w:r>
              <w:rPr>
                <w:color w:val="000000"/>
                <w:sz w:val="24"/>
                <w:szCs w:val="24"/>
              </w:rPr>
              <w:t>158,2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Default="00BD7E83" w:rsidP="00090082">
            <w:r>
              <w:rPr>
                <w:color w:val="000000"/>
                <w:sz w:val="24"/>
                <w:szCs w:val="24"/>
              </w:rPr>
              <w:t>158,2</w:t>
            </w:r>
          </w:p>
        </w:tc>
      </w:tr>
      <w:tr w:rsidR="00BD7E83" w:rsidRPr="003D4DD0">
        <w:trPr>
          <w:trHeight w:val="844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3D4DD0" w:rsidRDefault="00BD7E83" w:rsidP="00090082">
            <w:pPr>
              <w:jc w:val="both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color w:val="000000"/>
                <w:sz w:val="24"/>
                <w:szCs w:val="24"/>
              </w:rPr>
              <w:t>Еремеевского</w:t>
            </w:r>
            <w:r w:rsidRPr="003D4DD0">
              <w:rPr>
                <w:color w:val="000000"/>
                <w:sz w:val="24"/>
                <w:szCs w:val="24"/>
              </w:rPr>
              <w:t xml:space="preserve"> сельсовета  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spacing w:after="200" w:line="276" w:lineRule="auto"/>
              <w:rPr>
                <w:color w:val="000000"/>
                <w:sz w:val="24"/>
                <w:szCs w:val="24"/>
              </w:rPr>
            </w:pPr>
            <w:r w:rsidRPr="003D4DD0">
              <w:rPr>
                <w:color w:val="000000"/>
                <w:sz w:val="24"/>
                <w:szCs w:val="24"/>
              </w:rPr>
              <w:t>901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Pr="003D4DD0" w:rsidRDefault="00BD7E83" w:rsidP="00090082">
            <w:pPr>
              <w:rPr>
                <w:color w:val="000000"/>
                <w:sz w:val="24"/>
                <w:szCs w:val="24"/>
                <w:lang w:eastAsia="en-US"/>
              </w:rPr>
            </w:pPr>
            <w:r w:rsidRPr="003D4DD0">
              <w:rPr>
                <w:color w:val="000000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Default="00BD7E83" w:rsidP="003C7579">
            <w:r>
              <w:rPr>
                <w:color w:val="000000"/>
                <w:sz w:val="24"/>
                <w:szCs w:val="24"/>
              </w:rPr>
              <w:t>158,2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Default="00BD7E83" w:rsidP="003C7579">
            <w:r>
              <w:rPr>
                <w:color w:val="000000"/>
                <w:sz w:val="24"/>
                <w:szCs w:val="24"/>
              </w:rPr>
              <w:t>158,2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7E83" w:rsidRDefault="00BD7E83" w:rsidP="003C7579">
            <w:r>
              <w:rPr>
                <w:color w:val="000000"/>
                <w:sz w:val="24"/>
                <w:szCs w:val="24"/>
              </w:rPr>
              <w:t>158,2</w:t>
            </w:r>
          </w:p>
        </w:tc>
      </w:tr>
    </w:tbl>
    <w:p w:rsidR="00BD7E83" w:rsidRDefault="00BD7E83" w:rsidP="00375ADD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»;</w:t>
      </w:r>
    </w:p>
    <w:p w:rsidR="00BD7E83" w:rsidRDefault="00BD7E83" w:rsidP="00375ADD"/>
    <w:p w:rsidR="00BD7E83" w:rsidRPr="008C0399" w:rsidRDefault="00BD7E83" w:rsidP="008C0399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93C6F">
        <w:rPr>
          <w:color w:val="000000"/>
          <w:sz w:val="24"/>
          <w:szCs w:val="24"/>
        </w:rPr>
        <w:t xml:space="preserve">1.5. </w:t>
      </w:r>
      <w:r w:rsidRPr="008C0399">
        <w:rPr>
          <w:color w:val="000000"/>
          <w:sz w:val="24"/>
          <w:szCs w:val="24"/>
        </w:rPr>
        <w:t>Мероприятия муниципальной программы</w:t>
      </w:r>
      <w:r>
        <w:rPr>
          <w:color w:val="000000"/>
          <w:sz w:val="24"/>
          <w:szCs w:val="24"/>
        </w:rPr>
        <w:t xml:space="preserve">  </w:t>
      </w:r>
      <w:r w:rsidRPr="008C0399">
        <w:rPr>
          <w:color w:val="000000"/>
          <w:sz w:val="24"/>
          <w:szCs w:val="24"/>
        </w:rPr>
        <w:t>«Развитие муниципального управления в  Еремеевском сельсовете Сосновоборского района</w:t>
      </w:r>
    </w:p>
    <w:p w:rsidR="00BD7E83" w:rsidRPr="00393C6F" w:rsidRDefault="00BD7E83" w:rsidP="008C0399">
      <w:pPr>
        <w:autoSpaceDE w:val="0"/>
        <w:autoSpaceDN w:val="0"/>
        <w:adjustRightInd w:val="0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>Пензенской области на 2020-2022</w:t>
      </w:r>
      <w:r w:rsidRPr="008C0399">
        <w:rPr>
          <w:color w:val="000000"/>
          <w:sz w:val="24"/>
          <w:szCs w:val="24"/>
        </w:rPr>
        <w:t xml:space="preserve"> годы » </w:t>
      </w:r>
      <w:r w:rsidRPr="00393C6F">
        <w:rPr>
          <w:color w:val="000000"/>
          <w:sz w:val="24"/>
          <w:szCs w:val="24"/>
        </w:rPr>
        <w:t>изложить в следующей редакции:</w:t>
      </w:r>
    </w:p>
    <w:p w:rsidR="00BD7E83" w:rsidRDefault="00BD7E83" w:rsidP="00375ADD"/>
    <w:p w:rsidR="00BD7E83" w:rsidRDefault="00BD7E83" w:rsidP="00375ADD">
      <w:pPr>
        <w:autoSpaceDE w:val="0"/>
        <w:autoSpaceDN w:val="0"/>
        <w:adjustRightInd w:val="0"/>
        <w:jc w:val="right"/>
        <w:outlineLvl w:val="1"/>
        <w:rPr>
          <w:color w:val="000000"/>
          <w:sz w:val="24"/>
          <w:szCs w:val="24"/>
        </w:rPr>
      </w:pPr>
    </w:p>
    <w:p w:rsidR="00BD7E83" w:rsidRPr="002546E0" w:rsidRDefault="00BD7E83" w:rsidP="00375AD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«</w:t>
      </w:r>
      <w:r w:rsidRPr="002546E0">
        <w:rPr>
          <w:b/>
          <w:bCs/>
          <w:color w:val="000000"/>
          <w:sz w:val="24"/>
          <w:szCs w:val="24"/>
        </w:rPr>
        <w:t>Мероприятия муниципальной программы</w:t>
      </w:r>
    </w:p>
    <w:p w:rsidR="00BD7E83" w:rsidRPr="002546E0" w:rsidRDefault="00BD7E83" w:rsidP="00375AD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u w:val="single"/>
        </w:rPr>
      </w:pPr>
      <w:r w:rsidRPr="002546E0">
        <w:rPr>
          <w:b/>
          <w:bCs/>
          <w:color w:val="000000"/>
          <w:sz w:val="24"/>
          <w:szCs w:val="24"/>
          <w:u w:val="single"/>
        </w:rPr>
        <w:t xml:space="preserve">«Развитие муниципального управления в  </w:t>
      </w:r>
      <w:r>
        <w:rPr>
          <w:b/>
          <w:bCs/>
          <w:color w:val="000000"/>
          <w:sz w:val="24"/>
          <w:szCs w:val="24"/>
          <w:u w:val="single"/>
        </w:rPr>
        <w:t>Еремеевском</w:t>
      </w:r>
      <w:r w:rsidRPr="002546E0">
        <w:rPr>
          <w:b/>
          <w:bCs/>
          <w:color w:val="000000"/>
          <w:sz w:val="24"/>
          <w:szCs w:val="24"/>
          <w:u w:val="single"/>
        </w:rPr>
        <w:t xml:space="preserve"> сельсовете Сосновоборского района </w:t>
      </w:r>
    </w:p>
    <w:p w:rsidR="00BD7E83" w:rsidRPr="002546E0" w:rsidRDefault="00BD7E83" w:rsidP="00375AD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Пензенской области на 2020</w:t>
      </w:r>
      <w:r w:rsidRPr="002546E0">
        <w:rPr>
          <w:b/>
          <w:bCs/>
          <w:color w:val="000000"/>
          <w:sz w:val="24"/>
          <w:szCs w:val="24"/>
          <w:u w:val="single"/>
        </w:rPr>
        <w:t>-202</w:t>
      </w:r>
      <w:r>
        <w:rPr>
          <w:b/>
          <w:bCs/>
          <w:color w:val="000000"/>
          <w:sz w:val="24"/>
          <w:szCs w:val="24"/>
          <w:u w:val="single"/>
        </w:rPr>
        <w:t>2</w:t>
      </w:r>
      <w:r w:rsidRPr="002546E0">
        <w:rPr>
          <w:b/>
          <w:bCs/>
          <w:color w:val="000000"/>
          <w:sz w:val="24"/>
          <w:szCs w:val="24"/>
          <w:u w:val="single"/>
        </w:rPr>
        <w:t xml:space="preserve"> годы »</w:t>
      </w:r>
    </w:p>
    <w:p w:rsidR="00BD7E83" w:rsidRPr="002546E0" w:rsidRDefault="00BD7E83" w:rsidP="00375ADD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2546E0">
        <w:rPr>
          <w:color w:val="000000"/>
          <w:sz w:val="24"/>
          <w:szCs w:val="24"/>
        </w:rPr>
        <w:t xml:space="preserve"> (указать наименование муниципальной программы)</w:t>
      </w:r>
    </w:p>
    <w:tbl>
      <w:tblPr>
        <w:tblW w:w="1985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"/>
        <w:gridCol w:w="701"/>
        <w:gridCol w:w="2105"/>
        <w:gridCol w:w="1872"/>
        <w:gridCol w:w="282"/>
        <w:gridCol w:w="654"/>
        <w:gridCol w:w="196"/>
        <w:gridCol w:w="788"/>
        <w:gridCol w:w="200"/>
        <w:gridCol w:w="246"/>
        <w:gridCol w:w="830"/>
        <w:gridCol w:w="168"/>
        <w:gridCol w:w="1032"/>
        <w:gridCol w:w="21"/>
        <w:gridCol w:w="1053"/>
        <w:gridCol w:w="357"/>
        <w:gridCol w:w="1520"/>
        <w:gridCol w:w="21"/>
        <w:gridCol w:w="3481"/>
        <w:gridCol w:w="21"/>
        <w:gridCol w:w="2153"/>
        <w:gridCol w:w="2153"/>
      </w:tblGrid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 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Наименование  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мероприятия   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Исполнители  </w:t>
            </w:r>
          </w:p>
        </w:tc>
        <w:tc>
          <w:tcPr>
            <w:tcW w:w="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 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испол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нения 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(год) </w:t>
            </w:r>
          </w:p>
        </w:tc>
        <w:tc>
          <w:tcPr>
            <w:tcW w:w="64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Объем финансирования, тыс. рублей    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Показатели  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результата  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мероприятия по годам     </w:t>
            </w:r>
          </w:p>
        </w:tc>
      </w:tr>
      <w:tr w:rsidR="00BD7E83" w:rsidRPr="002546E0">
        <w:trPr>
          <w:gridAfter w:val="3"/>
          <w:wAfter w:w="4329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бюджет   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Пензен-ской 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области  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 Сосновоборского района 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Пензенской  области </w:t>
            </w:r>
          </w:p>
        </w:tc>
        <w:tc>
          <w:tcPr>
            <w:tcW w:w="143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Сосновоборского района    Пензенской области»          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3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3"/>
          <w:wAfter w:w="4329" w:type="dxa"/>
          <w:tblCellSpacing w:w="5" w:type="nil"/>
        </w:trPr>
        <w:tc>
          <w:tcPr>
            <w:tcW w:w="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</w:t>
            </w: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2       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3      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4   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5  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6     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7   </w:t>
            </w:r>
          </w:p>
        </w:tc>
        <w:tc>
          <w:tcPr>
            <w:tcW w:w="143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8   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9    </w:t>
            </w:r>
          </w:p>
        </w:tc>
        <w:tc>
          <w:tcPr>
            <w:tcW w:w="3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10      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Еремеевского сельсовета Сосновоборского района Пензенской области на 2020-2022 годы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widowControl/>
              <w:tabs>
                <w:tab w:val="left" w:pos="449"/>
                <w:tab w:val="left" w:pos="1088"/>
              </w:tabs>
              <w:autoSpaceDE w:val="0"/>
              <w:autoSpaceDN w:val="0"/>
              <w:rPr>
                <w:sz w:val="24"/>
                <w:szCs w:val="24"/>
              </w:rPr>
            </w:pPr>
            <w:r w:rsidRPr="002546E0">
              <w:rPr>
                <w:color w:val="000000"/>
                <w:sz w:val="24"/>
                <w:szCs w:val="24"/>
              </w:rPr>
              <w:t>Цель подпро</w:t>
            </w:r>
            <w:r>
              <w:rPr>
                <w:color w:val="000000"/>
                <w:sz w:val="24"/>
                <w:szCs w:val="24"/>
              </w:rPr>
              <w:t xml:space="preserve">граммы: </w:t>
            </w:r>
            <w:r w:rsidRPr="002546E0">
              <w:rPr>
                <w:color w:val="000000"/>
                <w:sz w:val="24"/>
                <w:szCs w:val="24"/>
              </w:rPr>
              <w:t xml:space="preserve">  р</w:t>
            </w:r>
            <w:r w:rsidRPr="002546E0">
              <w:rPr>
                <w:sz w:val="24"/>
                <w:szCs w:val="24"/>
              </w:rPr>
              <w:t xml:space="preserve">азвитие муниципальной службы в </w:t>
            </w:r>
            <w:r>
              <w:rPr>
                <w:sz w:val="24"/>
                <w:szCs w:val="24"/>
              </w:rPr>
              <w:t>Еремеевском</w:t>
            </w:r>
            <w:r w:rsidRPr="002546E0">
              <w:rPr>
                <w:sz w:val="24"/>
                <w:szCs w:val="24"/>
              </w:rPr>
              <w:t xml:space="preserve"> сельсовете</w:t>
            </w:r>
            <w:r w:rsidRPr="002546E0">
              <w:rPr>
                <w:color w:val="000000"/>
                <w:sz w:val="24"/>
                <w:szCs w:val="24"/>
              </w:rPr>
              <w:t xml:space="preserve">, </w:t>
            </w:r>
            <w:r w:rsidRPr="002546E0">
              <w:rPr>
                <w:sz w:val="24"/>
                <w:szCs w:val="24"/>
              </w:rPr>
              <w:t>обеспечение деятельности администрации, укрепление материально-технической базы</w:t>
            </w:r>
            <w:r w:rsidRPr="002546E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widowControl/>
              <w:tabs>
                <w:tab w:val="left" w:pos="449"/>
              </w:tabs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  <w:r w:rsidRPr="002546E0">
              <w:rPr>
                <w:color w:val="000000"/>
                <w:sz w:val="24"/>
                <w:szCs w:val="24"/>
              </w:rPr>
              <w:t xml:space="preserve">Задача подпрограммы: </w:t>
            </w:r>
            <w:r w:rsidRPr="002546E0">
              <w:rPr>
                <w:sz w:val="24"/>
                <w:szCs w:val="24"/>
              </w:rPr>
              <w:t xml:space="preserve"> проведение мероприятий по оплате труда, проведение мероприятий по организации поставки основных средств и материалов для осуществления деятельности администрации,  осуществление первичного воинского учета, осуществление государственных полномочий, организация оплаты коммунальных услуг, проведение мероприятий,  направленных на обеспечение проведения выборов и референдумов</w:t>
            </w:r>
            <w:r w:rsidRPr="002546E0">
              <w:rPr>
                <w:color w:val="000000"/>
                <w:sz w:val="24"/>
                <w:szCs w:val="24"/>
              </w:rPr>
              <w:t>,</w:t>
            </w:r>
            <w:r w:rsidRPr="002546E0">
              <w:rPr>
                <w:sz w:val="24"/>
                <w:szCs w:val="24"/>
              </w:rPr>
              <w:t xml:space="preserve"> повышение квалификации кадров муниципальных служащих, создание условий для профессионального развития и подготовки кадров в администрации, проведения аттестации, формирование этики поведения и культуры муниципальных служащих, организация и совершенствование работы по предупреждению коррупции и борьбе с коррупцией на муниципальной службе в </w:t>
            </w:r>
            <w:r>
              <w:rPr>
                <w:sz w:val="24"/>
                <w:szCs w:val="24"/>
              </w:rPr>
              <w:t>Еремеевском</w:t>
            </w:r>
            <w:r w:rsidRPr="002546E0">
              <w:rPr>
                <w:sz w:val="24"/>
                <w:szCs w:val="24"/>
              </w:rPr>
              <w:t xml:space="preserve"> сельсовете.</w:t>
            </w:r>
            <w:r w:rsidRPr="002546E0">
              <w:rPr>
                <w:color w:val="000000"/>
                <w:sz w:val="24"/>
                <w:szCs w:val="24"/>
              </w:rPr>
              <w:t xml:space="preserve">                                          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 w:rsidRPr="002546E0">
              <w:rPr>
                <w:sz w:val="24"/>
                <w:szCs w:val="24"/>
              </w:rPr>
              <w:t>Содержание аппарата администрации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2903,2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2903,2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r>
              <w:rPr>
                <w:sz w:val="24"/>
                <w:szCs w:val="24"/>
              </w:rPr>
              <w:t>1258,2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r>
              <w:rPr>
                <w:sz w:val="24"/>
                <w:szCs w:val="24"/>
              </w:rPr>
              <w:t>1258,2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r>
              <w:rPr>
                <w:sz w:val="24"/>
                <w:szCs w:val="24"/>
              </w:rPr>
              <w:t>822,6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r>
              <w:rPr>
                <w:sz w:val="24"/>
                <w:szCs w:val="24"/>
              </w:rPr>
              <w:t>822,6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r>
              <w:rPr>
                <w:sz w:val="24"/>
                <w:szCs w:val="24"/>
              </w:rPr>
              <w:t>822,4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r>
              <w:rPr>
                <w:sz w:val="24"/>
                <w:szCs w:val="24"/>
              </w:rPr>
              <w:t>822,4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 w:rsidRPr="002546E0">
              <w:rPr>
                <w:sz w:val="24"/>
                <w:szCs w:val="24"/>
              </w:rPr>
              <w:t>Содержание главы администрации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сельсовета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1620,2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1620,2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736,0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50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50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442,1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50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50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442,1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442,1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50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50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5E50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442,1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 w:rsidRPr="002546E0">
              <w:rPr>
                <w:sz w:val="24"/>
                <w:szCs w:val="24"/>
              </w:rPr>
              <w:t xml:space="preserve">Исполнение государственных (муниципальных) полномочий 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247,0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247,0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F6754D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1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421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 w:rsidRPr="002546E0">
              <w:rPr>
                <w:sz w:val="24"/>
                <w:szCs w:val="24"/>
              </w:rPr>
              <w:t>Повышение квалификации кадрового состава администрации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379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Расходы на  исполнение переданных полномочий по организации формирования и исполнения бюджета</w:t>
            </w:r>
          </w:p>
        </w:tc>
        <w:tc>
          <w:tcPr>
            <w:tcW w:w="21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Сосновоборского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Района, Администрация 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Сосновоборского района (по согласованию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9274A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9274A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9274A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9274A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379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375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360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960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225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6B5">
              <w:rPr>
                <w:rFonts w:ascii="Times New Roman" w:hAnsi="Times New Roman" w:cs="Times New Roman"/>
                <w:sz w:val="22"/>
                <w:szCs w:val="22"/>
              </w:rPr>
              <w:t>Доплата к пенсиям муниципальным служащим</w:t>
            </w:r>
          </w:p>
        </w:tc>
        <w:tc>
          <w:tcPr>
            <w:tcW w:w="21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F6754D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Еремеевского</w:t>
            </w:r>
            <w:r w:rsidRPr="00F67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9274A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9274A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9274A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9274A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240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F6754D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195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F6754D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255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F6754D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 «Подпрограмма «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систем коммунальной инфраструктуры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 Сосновоборского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 Пензенской области  на 2020-2022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54" w:type="dxa"/>
          </w:tcPr>
          <w:p w:rsidR="00BD7E83" w:rsidRPr="009D71B6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подпрограммы: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и модернизация (реконструкция) системы коммунальной инфраструктуры, улучшение состояния окружающей среды, экологическая безопасность развития, создание благоприятных условий для проживания населения,  повышение качества предоставляемых коммунальных услуг.</w:t>
            </w:r>
          </w:p>
        </w:tc>
        <w:tc>
          <w:tcPr>
            <w:tcW w:w="2154" w:type="dxa"/>
          </w:tcPr>
          <w:p w:rsidR="00BD7E83" w:rsidRPr="009D71B6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подпрограммы: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Водоснабжение (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снижение износа водопроводных сетей, снижение утечек и неучтенного расхода воды)</w:t>
            </w:r>
          </w:p>
        </w:tc>
        <w:tc>
          <w:tcPr>
            <w:tcW w:w="2154" w:type="dxa"/>
          </w:tcPr>
          <w:p w:rsidR="00BD7E83" w:rsidRPr="009D71B6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водопроводных сетей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3 «Энергосбережение и повышение энергетической эффективности на территории 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сельсовета Сосновоборского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йона Пензенской области» на 2020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год»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подпрограммы: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переход на энергосберегающий путь развития на основе обеспечения рационального использования энергетических ресурсов при их потреблении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подпрограммы: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расчетов за потребленные энергетические ресурсы с использованием приборов учета, автоматизации в сфере контроля и учета расхода энергетических ресурсов, проведение обязательных энергетических обследований и паспортизации потребителей энергетических ресурсов, переход на энергосберегающий путь развития на основе обеспечения рационального использования энергетических ресурсов при их потреблении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обязательных энергетических обследований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Еремеевского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7E45BD" w:rsidRDefault="00BD7E83" w:rsidP="001F30FD">
            <w:pPr>
              <w:rPr>
                <w:b/>
                <w:bCs/>
                <w:sz w:val="24"/>
                <w:szCs w:val="24"/>
              </w:rPr>
            </w:pPr>
            <w:r w:rsidRPr="007E45BD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7E45BD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7E45BD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7E45BD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7E45BD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7E45BD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7E45BD" w:rsidRDefault="00BD7E83" w:rsidP="001F30FD">
            <w:pPr>
              <w:rPr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255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rHeight w:val="1660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Еремеевского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 Сосновоборского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йона Пензенской области  на 2020-2022 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подпрограммы: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территории, строительство и реконструкция систем наружного освещения улиц, обустройство мест санкционированного размещения ТКО, направленных на благоустройство населенных пунктов, повышение уровня благоустройства и санитарного состояния сельских населенных пунктов, развитие и поддержка инициатив жителей населенных пунктов по благоустройству и санитарной очистки территории Еремеевского сельсовета.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15551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подпрограммы: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 наружного освещения населенных пунктов, обустройство территорий санкционирования мест размещения твердых коммунальных отходов, выполнение других мероприятий, связанных с благоустройством населенных пунктов.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545DD7" w:rsidRDefault="00BD7E83" w:rsidP="001F30FD">
            <w:pPr>
              <w:pStyle w:val="conspluscellmailrucssattributepostfix"/>
            </w:pPr>
            <w:r w:rsidRPr="00545DD7">
              <w:rPr>
                <w:lang w:val="en-US"/>
              </w:rPr>
              <w:t>4</w:t>
            </w:r>
            <w:r w:rsidRPr="00545DD7">
              <w:t>.1.</w:t>
            </w:r>
          </w:p>
          <w:p w:rsidR="00BD7E83" w:rsidRPr="00545DD7" w:rsidRDefault="00BD7E83" w:rsidP="001F30FD">
            <w:pPr>
              <w:pStyle w:val="conspluscellmailrucssattributepostfix"/>
            </w:pPr>
            <w:r w:rsidRPr="00545DD7">
              <w:t> 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 xml:space="preserve">Администрация Еремеевского сельсовета </w:t>
            </w:r>
          </w:p>
          <w:p w:rsidR="00BD7E83" w:rsidRDefault="00BD7E83" w:rsidP="001F30FD">
            <w:pPr>
              <w:pStyle w:val="conspluscellmailrucssattributepostfix"/>
            </w:pPr>
            <w:r>
              <w:t> 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 xml:space="preserve">Итого 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6F68DA" w:rsidRDefault="00BD7E83" w:rsidP="001F30FD">
            <w:pPr>
              <w:pStyle w:val="conspluscellmailrucssattributepostfix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  <w:r w:rsidRPr="006F68DA">
              <w:rPr>
                <w:b/>
                <w:bCs/>
              </w:rPr>
              <w:t>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6F68DA" w:rsidRDefault="00BD7E83" w:rsidP="001F30FD">
            <w:pPr>
              <w:pStyle w:val="conspluscellmailrucssattributepostfix"/>
              <w:rPr>
                <w:b/>
                <w:bCs/>
              </w:rPr>
            </w:pPr>
            <w:r w:rsidRPr="006F68DA">
              <w:rPr>
                <w:b/>
                <w:bCs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6F68DA" w:rsidRDefault="00BD7E83" w:rsidP="001F30FD">
            <w:pPr>
              <w:pStyle w:val="conspluscellmailrucssattributepostfix"/>
              <w:rPr>
                <w:b/>
                <w:bCs/>
              </w:rPr>
            </w:pPr>
            <w:r w:rsidRPr="006F68DA">
              <w:rPr>
                <w:b/>
                <w:bCs/>
              </w:rPr>
              <w:t> 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6F68DA" w:rsidRDefault="00BD7E83" w:rsidP="001F30FD">
            <w:pPr>
              <w:pStyle w:val="conspluscellmailrucssattributepostfix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  <w:r w:rsidRPr="006F68DA">
              <w:rPr>
                <w:b/>
                <w:bCs/>
              </w:rPr>
              <w:t>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</w:p>
        </w:tc>
        <w:tc>
          <w:tcPr>
            <w:tcW w:w="3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0BFE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0BFE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Default="00BD7E83" w:rsidP="001F30FD"/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Default="00BD7E83" w:rsidP="001F30FD"/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0BFE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0BFE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Default="00BD7E83" w:rsidP="001F30FD"/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Default="00BD7E83" w:rsidP="001F30FD"/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cs="Times New Roman"/>
                <w:color w:val="FF0000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cs="Times New Roman"/>
                <w:color w:val="FF0000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Default="00BD7E83" w:rsidP="001F30FD"/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Default="00BD7E83" w:rsidP="001F30FD"/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545DD7" w:rsidRDefault="00BD7E83" w:rsidP="001F30FD">
            <w:pPr>
              <w:pStyle w:val="conspluscellmailrucssattributepostfix"/>
            </w:pPr>
            <w:r w:rsidRPr="00545DD7">
              <w:rPr>
                <w:lang w:val="en-US"/>
              </w:rPr>
              <w:t>4</w:t>
            </w:r>
            <w:r w:rsidRPr="00545DD7">
              <w:t>.2.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7A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 наружного освещения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 xml:space="preserve">Администрация Еремеевского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 xml:space="preserve">Итого 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msonormalmailrucssattributepostfix"/>
            </w:pPr>
            <w:r>
              <w:t> 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</w:rPr>
              <w:t> 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</w:rPr>
              <w:t> 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426A7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</w:rPr>
              <w:t> 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545DD7" w:rsidRDefault="00BD7E83" w:rsidP="001F30FD">
            <w:pPr>
              <w:pStyle w:val="conspluscellmailrucssattributepostfix"/>
            </w:pPr>
            <w:r w:rsidRPr="00545DD7">
              <w:rPr>
                <w:lang w:val="en-US"/>
              </w:rPr>
              <w:t>4.3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545DD7" w:rsidRDefault="00BD7E83" w:rsidP="001F30FD">
            <w:pPr>
              <w:pStyle w:val="conspluscellmailrucssattributepostfix"/>
            </w:pPr>
            <w:r>
              <w:t>Расходы по ликвидации несанкционированных мест размещения отходов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 xml:space="preserve">Администрация Еремеевского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 xml:space="preserve">Итого 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> 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</w:rPr>
              <w:t> </w:t>
            </w:r>
            <w:r>
              <w:rPr>
                <w:color w:val="000000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</w:rPr>
              <w:t> 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</w:rPr>
              <w:t> </w:t>
            </w:r>
            <w:r>
              <w:rPr>
                <w:color w:val="000000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</w:rPr>
              <w:t> </w:t>
            </w:r>
          </w:p>
        </w:tc>
      </w:tr>
      <w:tr w:rsidR="00BD7E83" w:rsidRPr="002546E0">
        <w:trPr>
          <w:gridAfter w:val="2"/>
          <w:wAfter w:w="4308" w:type="dxa"/>
          <w:tblCellSpacing w:w="5" w:type="nil"/>
        </w:trPr>
        <w:tc>
          <w:tcPr>
            <w:tcW w:w="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77D88">
              <w:rPr>
                <w:rFonts w:ascii="Times New Roman" w:hAnsi="Times New Roman" w:cs="Times New Roman"/>
                <w:sz w:val="24"/>
                <w:szCs w:val="24"/>
              </w:rPr>
              <w:t> 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</w:rPr>
              <w:t> </w:t>
            </w:r>
            <w:r>
              <w:rPr>
                <w:color w:val="000000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</w:rPr>
              <w:t> 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pStyle w:val="ConsPlusCell"/>
              <w:snapToGrid w:val="0"/>
              <w:rPr>
                <w:rFonts w:cs="Times New Roman"/>
                <w:sz w:val="22"/>
                <w:szCs w:val="22"/>
              </w:rPr>
            </w:pPr>
            <w:r w:rsidRPr="00E96B8D">
              <w:rPr>
                <w:rFonts w:ascii="Times New Roman" w:hAnsi="Times New Roman" w:cs="Times New Roman"/>
                <w:sz w:val="22"/>
                <w:szCs w:val="22"/>
              </w:rPr>
              <w:t>Расходы по комплексному развитию социальной инф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раструктуры Еремеевского</w:t>
            </w:r>
            <w:r w:rsidRPr="00E96B8D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Сосновоборского района Пензенской</w:t>
            </w:r>
            <w:r w:rsidRPr="00C971FB">
              <w:rPr>
                <w:rFonts w:ascii="Times New Roman" w:hAnsi="Times New Roman" w:cs="Times New Roman"/>
                <w:sz w:val="22"/>
                <w:szCs w:val="22"/>
              </w:rPr>
              <w:t xml:space="preserve"> области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  <w:r w:rsidRPr="00C971FB">
              <w:rPr>
                <w:sz w:val="22"/>
                <w:szCs w:val="22"/>
              </w:rPr>
              <w:t>Ад</w:t>
            </w:r>
            <w:r>
              <w:rPr>
                <w:sz w:val="22"/>
                <w:szCs w:val="22"/>
              </w:rPr>
              <w:t>министрация Еремеевского</w:t>
            </w:r>
            <w:r w:rsidRPr="00C971FB">
              <w:rPr>
                <w:sz w:val="22"/>
                <w:szCs w:val="22"/>
              </w:rPr>
              <w:t xml:space="preserve"> сельсовета</w:t>
            </w:r>
          </w:p>
          <w:p w:rsidR="00BD7E83" w:rsidRPr="00C971FB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 xml:space="preserve">Итого 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> 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> 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E96B8D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E96B8D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E96B8D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E96B8D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2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устройству контейнерных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площадок в Еремеевском </w:t>
            </w:r>
            <w:r w:rsidRPr="007B2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сельсовете Сосновоборского района Пензенской области.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  <w:r w:rsidRPr="00C971FB">
              <w:rPr>
                <w:sz w:val="22"/>
                <w:szCs w:val="22"/>
              </w:rPr>
              <w:t>Ад</w:t>
            </w:r>
            <w:r>
              <w:rPr>
                <w:sz w:val="22"/>
                <w:szCs w:val="22"/>
              </w:rPr>
              <w:t>министрация Еремеевского</w:t>
            </w:r>
            <w:r w:rsidRPr="00C971FB">
              <w:rPr>
                <w:sz w:val="22"/>
                <w:szCs w:val="22"/>
              </w:rPr>
              <w:t xml:space="preserve"> сельсовета</w:t>
            </w:r>
          </w:p>
          <w:p w:rsidR="00BD7E83" w:rsidRPr="00C971FB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 xml:space="preserve">Итого 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> 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E96B8D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E96B8D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E96B8D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E96B8D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78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по устройству детских игровых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площадок в Еремеевском</w:t>
            </w:r>
            <w:r w:rsidRPr="007B2E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сельсовете Сосновоборского района Пензенской области.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  <w:r w:rsidRPr="00C971FB">
              <w:rPr>
                <w:sz w:val="22"/>
                <w:szCs w:val="22"/>
              </w:rPr>
              <w:t>Ад</w:t>
            </w:r>
            <w:r>
              <w:rPr>
                <w:sz w:val="22"/>
                <w:szCs w:val="22"/>
              </w:rPr>
              <w:t>министрация Еремеевского</w:t>
            </w:r>
            <w:r w:rsidRPr="00C971FB">
              <w:rPr>
                <w:sz w:val="22"/>
                <w:szCs w:val="22"/>
              </w:rPr>
              <w:t xml:space="preserve"> сельсовета</w:t>
            </w:r>
          </w:p>
          <w:p w:rsidR="00BD7E83" w:rsidRPr="00C971FB" w:rsidRDefault="00BD7E83" w:rsidP="001F30FD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 xml:space="preserve">Итого 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77D88" w:rsidRDefault="00BD7E83" w:rsidP="001F30FD">
            <w:pPr>
              <w:pStyle w:val="conspluscellmailrucssattributepostfix"/>
            </w:pPr>
            <w:r w:rsidRPr="00877D88">
              <w:t> 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mailrucssattributepostfix"/>
            </w:pPr>
            <w:r>
              <w:rPr>
                <w:color w:val="000000"/>
              </w:rPr>
              <w:t> 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E96B8D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E96B8D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E96B8D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C971FB" w:rsidRDefault="00BD7E83" w:rsidP="001F30FD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D2044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5 «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собственностью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 Сосновоборского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 Пензенской области на 2020-2022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jc w:val="both"/>
              <w:rPr>
                <w:sz w:val="24"/>
                <w:szCs w:val="24"/>
              </w:rPr>
            </w:pPr>
            <w:r w:rsidRPr="002546E0">
              <w:rPr>
                <w:color w:val="000000"/>
                <w:sz w:val="24"/>
                <w:szCs w:val="24"/>
              </w:rPr>
              <w:t>Задачи подпрограммы:</w:t>
            </w:r>
            <w:r w:rsidRPr="002546E0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Оптимизация</w:t>
            </w:r>
            <w:r w:rsidRPr="002546E0">
              <w:rPr>
                <w:color w:val="000000"/>
                <w:sz w:val="24"/>
                <w:szCs w:val="24"/>
              </w:rPr>
              <w:t>, управление и распоряжение объектами муниципальной собственности</w:t>
            </w:r>
            <w:r w:rsidRPr="002546E0">
              <w:rPr>
                <w:sz w:val="24"/>
                <w:szCs w:val="24"/>
              </w:rPr>
              <w:t>.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jc w:val="both"/>
              <w:rPr>
                <w:sz w:val="24"/>
                <w:szCs w:val="24"/>
              </w:rPr>
            </w:pPr>
            <w:r w:rsidRPr="002546E0">
              <w:rPr>
                <w:color w:val="000000"/>
                <w:sz w:val="24"/>
                <w:szCs w:val="24"/>
              </w:rPr>
              <w:t>Цели подпрограммы:</w:t>
            </w:r>
            <w:r w:rsidRPr="002546E0">
              <w:rPr>
                <w:sz w:val="24"/>
                <w:szCs w:val="24"/>
              </w:rPr>
              <w:t xml:space="preserve"> создание условий для вовлечения в хозяйственный оборот объектов муниципального имущества, сокращение расходов бюджета на содержание муниципального имущества, повышение доходов бюджета от использования муниципального имущества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F871D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Оптимизация, управление и распоряжение объектами муниципальной собственности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Еремеевского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BD7E83" w:rsidRPr="0085297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85297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97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Осуществление части полномочий по утверждению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5297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генеральных планов поселений, правил землепользования и застройки, утверждению подготовленной на основе генеральных планов поселения документации по планировке территории поселения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360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300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3735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6 «Развитие сети автомобильных дорог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 сельсовета Сосновоборского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 Пензенской области на 2020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подпрограммы: 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Развитие сети автомобильных дорог общего пользования местного значения.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46E0">
              <w:rPr>
                <w:color w:val="000000"/>
                <w:sz w:val="24"/>
                <w:szCs w:val="24"/>
              </w:rPr>
              <w:t>Задачи подпрограммы:</w:t>
            </w:r>
            <w:r w:rsidRPr="002546E0">
              <w:rPr>
                <w:sz w:val="24"/>
                <w:szCs w:val="24"/>
              </w:rPr>
              <w:t xml:space="preserve"> Содержание автомобильных дорог общего пользования местного значения, проектирование и строительство (реконструкция) автомобильных дорог общего пользования местного значения на территории </w:t>
            </w:r>
            <w:r>
              <w:rPr>
                <w:sz w:val="24"/>
                <w:szCs w:val="24"/>
              </w:rPr>
              <w:t>Еремеевского</w:t>
            </w:r>
            <w:r w:rsidRPr="002546E0">
              <w:rPr>
                <w:sz w:val="24"/>
                <w:szCs w:val="24"/>
              </w:rPr>
              <w:t xml:space="preserve">  сельсовета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336,9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336,9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4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848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4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8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7E45BD" w:rsidRDefault="00BD7E83" w:rsidP="001F30FD">
            <w:pPr>
              <w:rPr>
                <w:sz w:val="24"/>
                <w:szCs w:val="24"/>
              </w:rPr>
            </w:pPr>
          </w:p>
          <w:p w:rsidR="00BD7E83" w:rsidRPr="007E45BD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  <w:p w:rsidR="00BD7E83" w:rsidRPr="007E45BD" w:rsidRDefault="00BD7E83" w:rsidP="001F30FD">
            <w:pPr>
              <w:rPr>
                <w:sz w:val="24"/>
                <w:szCs w:val="24"/>
              </w:rPr>
            </w:pPr>
          </w:p>
          <w:p w:rsidR="00BD7E83" w:rsidRPr="007E45BD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043901" w:rsidRDefault="00BD7E83" w:rsidP="001F30FD">
            <w:pPr>
              <w:widowControl/>
              <w:spacing w:before="100" w:beforeAutospacing="1"/>
              <w:rPr>
                <w:sz w:val="24"/>
                <w:szCs w:val="24"/>
              </w:rPr>
            </w:pPr>
            <w:r w:rsidRPr="00043901">
              <w:rPr>
                <w:color w:val="000000"/>
                <w:sz w:val="24"/>
                <w:szCs w:val="24"/>
              </w:rPr>
              <w:t>Замена источников освещения и установка дополнительных светильников</w:t>
            </w:r>
          </w:p>
          <w:p w:rsidR="00BD7E83" w:rsidRPr="007E45BD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7E45BD" w:rsidRDefault="00BD7E83" w:rsidP="001F30FD">
            <w:pPr>
              <w:rPr>
                <w:sz w:val="24"/>
                <w:szCs w:val="24"/>
              </w:rPr>
            </w:pPr>
            <w:r w:rsidRPr="007E45BD">
              <w:rPr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Еремеевского </w:t>
            </w:r>
            <w:r w:rsidRPr="007E45BD">
              <w:rPr>
                <w:sz w:val="24"/>
                <w:szCs w:val="24"/>
              </w:rPr>
              <w:t>сельсовета</w:t>
            </w:r>
          </w:p>
          <w:p w:rsidR="00BD7E83" w:rsidRPr="007E45BD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52973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  <w:r w:rsidRPr="0085297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52973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52973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52973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52973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7E45BD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7E45BD" w:rsidRDefault="00BD7E83" w:rsidP="001F30FD">
            <w:pPr>
              <w:rPr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7 «Обеспечение общественного порядка и противодействию преступности 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Еремеевском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 Сосновоборского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 Пензенской области  на 2020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 годы»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подпрограммы: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общественного порядка и противодействию преступности.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46E0">
              <w:rPr>
                <w:color w:val="000000"/>
                <w:sz w:val="24"/>
                <w:szCs w:val="24"/>
              </w:rPr>
              <w:t>Задачи подпрограммы:</w:t>
            </w:r>
            <w:r w:rsidRPr="002546E0">
              <w:rPr>
                <w:sz w:val="24"/>
                <w:szCs w:val="24"/>
              </w:rPr>
              <w:t xml:space="preserve"> Обеспечение общественного порядка и противодействию преступности  в </w:t>
            </w:r>
            <w:r>
              <w:rPr>
                <w:sz w:val="24"/>
                <w:szCs w:val="24"/>
              </w:rPr>
              <w:t>Еремеевском</w:t>
            </w:r>
            <w:r w:rsidRPr="002546E0">
              <w:rPr>
                <w:sz w:val="24"/>
                <w:szCs w:val="24"/>
              </w:rPr>
              <w:t xml:space="preserve"> сельсовете Сосновоборского р</w:t>
            </w:r>
            <w:r>
              <w:rPr>
                <w:sz w:val="24"/>
                <w:szCs w:val="24"/>
              </w:rPr>
              <w:t>айона Пензенской области  на 2020</w:t>
            </w:r>
            <w:r w:rsidRPr="002546E0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2</w:t>
            </w:r>
            <w:r w:rsidRPr="002546E0">
              <w:rPr>
                <w:sz w:val="24"/>
                <w:szCs w:val="24"/>
              </w:rPr>
              <w:t xml:space="preserve">  годы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общественного порядка и противодействию преступности 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Еремеевском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 Сосновоборского района Пензенской области (подготовка и изготовление печатных материалов антитеррористической  направленности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(буклетов, листовок)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1,8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1,8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838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4" w:type="dxa"/>
            <w:gridSpan w:val="8"/>
            <w:tcBorders>
              <w:lef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7" w:type="dxa"/>
            <w:gridSpan w:val="8"/>
            <w:tcBorders>
              <w:left w:val="nil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  <w:r w:rsidRPr="00C47D4A">
              <w:rPr>
                <w:color w:val="000000"/>
                <w:sz w:val="24"/>
                <w:szCs w:val="24"/>
              </w:rPr>
              <w:t>7.2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CB7F7C" w:rsidRDefault="00BD7E83" w:rsidP="001F30FD">
            <w:pPr>
              <w:jc w:val="center"/>
              <w:rPr>
                <w:sz w:val="24"/>
                <w:szCs w:val="24"/>
              </w:rPr>
            </w:pPr>
            <w:r w:rsidRPr="00CB7F7C">
              <w:rPr>
                <w:sz w:val="24"/>
                <w:szCs w:val="24"/>
              </w:rPr>
              <w:t>Мониторинг работы по ресоциализации ранее судимых лиц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  <w:r w:rsidRPr="00C47D4A">
              <w:rPr>
                <w:color w:val="000000"/>
                <w:sz w:val="24"/>
                <w:szCs w:val="24"/>
              </w:rPr>
              <w:t>Администрация Еремеевского  сельсовета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A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b/>
                <w:bCs/>
                <w:sz w:val="24"/>
                <w:szCs w:val="24"/>
              </w:rPr>
            </w:pPr>
            <w:r w:rsidRPr="00C47D4A">
              <w:rPr>
                <w:b/>
                <w:bCs/>
                <w:sz w:val="24"/>
                <w:szCs w:val="24"/>
              </w:rPr>
              <w:t>0,3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b/>
                <w:bCs/>
                <w:sz w:val="24"/>
                <w:szCs w:val="24"/>
              </w:rPr>
            </w:pPr>
            <w:r w:rsidRPr="00C47D4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b/>
                <w:bCs/>
                <w:sz w:val="24"/>
                <w:szCs w:val="24"/>
              </w:rPr>
            </w:pPr>
            <w:r w:rsidRPr="00C47D4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b/>
                <w:bCs/>
                <w:sz w:val="24"/>
                <w:szCs w:val="24"/>
              </w:rPr>
            </w:pPr>
            <w:r w:rsidRPr="00C47D4A">
              <w:rPr>
                <w:b/>
                <w:bCs/>
                <w:sz w:val="24"/>
                <w:szCs w:val="24"/>
              </w:rPr>
              <w:t>0,3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360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  <w:r w:rsidRPr="00C47D4A">
              <w:rPr>
                <w:color w:val="000000"/>
                <w:sz w:val="24"/>
                <w:szCs w:val="24"/>
              </w:rPr>
              <w:t>7.3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jc w:val="center"/>
              <w:rPr>
                <w:sz w:val="24"/>
                <w:szCs w:val="24"/>
              </w:rPr>
            </w:pPr>
            <w:r w:rsidRPr="00CB7F7C">
              <w:rPr>
                <w:sz w:val="24"/>
                <w:szCs w:val="24"/>
              </w:rPr>
              <w:t xml:space="preserve">Организация освещения в средствах массовой информации вопросов профилактики правонарушений и пропаганды здорового </w:t>
            </w:r>
          </w:p>
          <w:p w:rsidR="00BD7E83" w:rsidRDefault="00BD7E83" w:rsidP="001F30FD">
            <w:pPr>
              <w:jc w:val="center"/>
              <w:rPr>
                <w:sz w:val="24"/>
                <w:szCs w:val="24"/>
              </w:rPr>
            </w:pPr>
            <w:r w:rsidRPr="00CB7F7C">
              <w:rPr>
                <w:sz w:val="24"/>
                <w:szCs w:val="24"/>
              </w:rPr>
              <w:t>образа жизни</w:t>
            </w:r>
          </w:p>
          <w:p w:rsidR="00BD7E83" w:rsidRPr="00CB7F7C" w:rsidRDefault="00BD7E83" w:rsidP="001F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антитеррористической ситуации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9B7862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Еремеевского</w:t>
            </w:r>
            <w:r w:rsidRPr="009B7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A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375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CB7F7C" w:rsidRDefault="00BD7E83" w:rsidP="001F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9B7862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315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CB7F7C" w:rsidRDefault="00BD7E83" w:rsidP="001F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9B7862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300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CB7F7C" w:rsidRDefault="00BD7E83" w:rsidP="001F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9B7862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2524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CB7F7C" w:rsidRDefault="00BD7E83" w:rsidP="001F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9B7862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267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  <w:r w:rsidRPr="00C47D4A">
              <w:rPr>
                <w:color w:val="000000"/>
                <w:sz w:val="24"/>
                <w:szCs w:val="24"/>
              </w:rPr>
              <w:t>7.4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CB7F7C" w:rsidRDefault="00BD7E83" w:rsidP="001F30FD">
            <w:pPr>
              <w:jc w:val="center"/>
              <w:rPr>
                <w:sz w:val="24"/>
                <w:szCs w:val="24"/>
              </w:rPr>
            </w:pPr>
            <w:r w:rsidRPr="00772EA3">
              <w:rPr>
                <w:color w:val="000000"/>
                <w:sz w:val="24"/>
                <w:szCs w:val="24"/>
              </w:rPr>
              <w:t>Мониторинг работы по укреплению межнационального согласия достижение взаимопонимания и взаимного уважения в вопросах межэтнического и межкультурного сотрудничеств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9B7862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Еремеевского</w:t>
            </w:r>
            <w:r w:rsidRPr="009B7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A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1A7A64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267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CB7F7C" w:rsidRDefault="00BD7E83" w:rsidP="001F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9B7862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267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CB7F7C" w:rsidRDefault="00BD7E83" w:rsidP="001F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9B7862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rHeight w:val="267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BA6F2C" w:rsidRDefault="00BD7E83" w:rsidP="001F30FD">
            <w:pPr>
              <w:pStyle w:val="Header"/>
              <w:rPr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CB7F7C" w:rsidRDefault="00BD7E83" w:rsidP="001F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9B7862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8 «Защита населения и территорий от чрезвычайных ситуаций, обеспечение пожарной безопасности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Еремеевском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 Сосновоборского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 Пензенской области на 2020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Цели подпрограммы: </w:t>
            </w: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ситуаций.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546E0">
              <w:rPr>
                <w:color w:val="000000"/>
                <w:sz w:val="24"/>
                <w:szCs w:val="24"/>
              </w:rPr>
              <w:t>Задачи подпрограммы:</w:t>
            </w:r>
            <w:r w:rsidRPr="002546E0">
              <w:rPr>
                <w:sz w:val="24"/>
                <w:szCs w:val="24"/>
              </w:rPr>
              <w:t xml:space="preserve"> Защита населения и территорий от чрезвычайных ситуаций, обеспечение пожарной безопасности в </w:t>
            </w:r>
            <w:r>
              <w:rPr>
                <w:sz w:val="24"/>
                <w:szCs w:val="24"/>
              </w:rPr>
              <w:t>Еремеевском</w:t>
            </w:r>
            <w:r w:rsidRPr="002546E0">
              <w:rPr>
                <w:sz w:val="24"/>
                <w:szCs w:val="24"/>
              </w:rPr>
              <w:t xml:space="preserve"> сельсовете Сосновоборского </w:t>
            </w:r>
            <w:r>
              <w:rPr>
                <w:sz w:val="24"/>
                <w:szCs w:val="24"/>
              </w:rPr>
              <w:t>района Пензенской области на 2020</w:t>
            </w:r>
            <w:r w:rsidRPr="002546E0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2</w:t>
            </w:r>
            <w:r w:rsidRPr="002546E0">
              <w:rPr>
                <w:sz w:val="24"/>
                <w:szCs w:val="24"/>
              </w:rPr>
              <w:t xml:space="preserve"> годы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100,6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100,6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забора в любое время года воды из источников наружного водоснабжения, расположенных в населенных пунктах и на прилегающих к ним территориях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осуществление мероприятий по обеспечению пожарной безопасности муниципального образования и объектов муниципальной собственности, которые должны предусматриваться в планах и программах развития территории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и установка автономных пожарных извещателей в жилом фонде населенных пунктов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8.6.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связи и оповещения населения о пожаре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5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беспрепятс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твенного проезда пожарной техники к месту пожара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5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организации добровольной пожарной охраны, а также для участия граждан в обеспечении первичных мер пожарной безопасности в иных формах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8.9.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5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обучения населения мерам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пожарной безопасности и пропаганде в области пожарной безопасности, содействие распространению пожарно-технических знаний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CD40F6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Default="00BD7E83" w:rsidP="00CD4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F65809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8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9 «Развитие культуры в Еремеевском сельсовете Сосновоборского района Пензенской области на 2020-2022 годы»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spacing w:line="252" w:lineRule="auto"/>
              <w:jc w:val="both"/>
              <w:rPr>
                <w:color w:val="000000"/>
                <w:sz w:val="24"/>
                <w:szCs w:val="24"/>
              </w:rPr>
            </w:pPr>
            <w:r w:rsidRPr="002546E0">
              <w:rPr>
                <w:color w:val="000000"/>
                <w:sz w:val="24"/>
                <w:szCs w:val="24"/>
              </w:rPr>
              <w:t>Цели подпрограммы:</w:t>
            </w:r>
            <w:r w:rsidRPr="002546E0">
              <w:rPr>
                <w:sz w:val="24"/>
                <w:szCs w:val="24"/>
              </w:rPr>
              <w:t xml:space="preserve"> развитие культурно - досуговой деятельности, сохранение исторического, культурного и художественного наследия.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15551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8854F0" w:rsidRDefault="00BD7E83" w:rsidP="001F30FD">
            <w:pPr>
              <w:pStyle w:val="NormalWeb"/>
              <w:spacing w:after="0"/>
            </w:pPr>
            <w:r>
              <w:t xml:space="preserve">Задачи подпрограммы: </w:t>
            </w:r>
            <w:r w:rsidRPr="008854F0">
              <w:t>обеспечение деятельности работников культуры, укрепление материально-технической базы, сохранение и развитие национальных культур, художественного народного творчества.</w:t>
            </w: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9.1.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8854F0" w:rsidRDefault="00BD7E83" w:rsidP="001F30FD">
            <w:pPr>
              <w:widowControl/>
              <w:spacing w:before="100" w:beforeAutospacing="1"/>
              <w:rPr>
                <w:sz w:val="24"/>
                <w:szCs w:val="24"/>
              </w:rPr>
            </w:pPr>
            <w:r w:rsidRPr="008854F0">
              <w:rPr>
                <w:color w:val="000000"/>
                <w:sz w:val="24"/>
                <w:szCs w:val="24"/>
              </w:rPr>
              <w:t>Обеспечение деятельности муниципальных учреждений в сфере культуры</w:t>
            </w:r>
          </w:p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Еремеевского</w:t>
            </w:r>
            <w:r w:rsidRPr="00254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сельсовета </w:t>
            </w: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1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474,7</w:t>
            </w:r>
          </w:p>
        </w:tc>
        <w:tc>
          <w:tcPr>
            <w:tcW w:w="1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474,7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158,2</w:t>
            </w:r>
          </w:p>
        </w:tc>
        <w:tc>
          <w:tcPr>
            <w:tcW w:w="1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158,2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158,3</w:t>
            </w:r>
          </w:p>
        </w:tc>
        <w:tc>
          <w:tcPr>
            <w:tcW w:w="1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158,3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E83" w:rsidRPr="002546E0">
        <w:trPr>
          <w:gridBefore w:val="1"/>
          <w:gridAfter w:val="2"/>
          <w:wAfter w:w="4308" w:type="dxa"/>
          <w:tblCellSpacing w:w="5" w:type="nil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3D4DD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158,3</w:t>
            </w:r>
          </w:p>
        </w:tc>
        <w:tc>
          <w:tcPr>
            <w:tcW w:w="1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4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158,3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rPr>
                <w:sz w:val="24"/>
                <w:szCs w:val="24"/>
              </w:rPr>
            </w:pP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83" w:rsidRPr="002546E0" w:rsidRDefault="00BD7E83" w:rsidP="001F30F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D7E83" w:rsidRDefault="00BD7E83" w:rsidP="001F30FD">
      <w:pPr>
        <w:autoSpaceDE w:val="0"/>
        <w:autoSpaceDN w:val="0"/>
        <w:adjustRightInd w:val="0"/>
        <w:jc w:val="right"/>
        <w:outlineLvl w:val="1"/>
        <w:rPr>
          <w:color w:val="000000"/>
          <w:sz w:val="24"/>
          <w:szCs w:val="24"/>
        </w:rPr>
      </w:pPr>
    </w:p>
    <w:p w:rsidR="00BD7E83" w:rsidRDefault="00BD7E83" w:rsidP="001F30FD">
      <w:pPr>
        <w:autoSpaceDE w:val="0"/>
        <w:autoSpaceDN w:val="0"/>
        <w:adjustRightInd w:val="0"/>
        <w:jc w:val="right"/>
        <w:outlineLvl w:val="1"/>
        <w:rPr>
          <w:color w:val="000000"/>
          <w:sz w:val="24"/>
          <w:szCs w:val="24"/>
        </w:rPr>
      </w:pPr>
    </w:p>
    <w:p w:rsidR="00BD7E83" w:rsidRDefault="00BD7E83" w:rsidP="001F30FD">
      <w:pPr>
        <w:autoSpaceDE w:val="0"/>
        <w:autoSpaceDN w:val="0"/>
        <w:adjustRightInd w:val="0"/>
        <w:jc w:val="right"/>
        <w:outlineLvl w:val="1"/>
        <w:rPr>
          <w:color w:val="000000"/>
          <w:sz w:val="24"/>
          <w:szCs w:val="24"/>
        </w:rPr>
      </w:pPr>
    </w:p>
    <w:p w:rsidR="00BD7E83" w:rsidRDefault="00BD7E83" w:rsidP="00A06FCE">
      <w:pPr>
        <w:autoSpaceDE w:val="0"/>
        <w:autoSpaceDN w:val="0"/>
        <w:adjustRightInd w:val="0"/>
        <w:outlineLvl w:val="1"/>
        <w:rPr>
          <w:b/>
          <w:bCs/>
          <w:sz w:val="24"/>
          <w:szCs w:val="24"/>
        </w:rPr>
        <w:sectPr w:rsidR="00BD7E83" w:rsidSect="00CD7F5B">
          <w:endnotePr>
            <w:numFmt w:val="decimal"/>
          </w:endnotePr>
          <w:pgSz w:w="16838" w:h="11906" w:orient="landscape" w:code="9"/>
          <w:pgMar w:top="567" w:right="567" w:bottom="1134" w:left="567" w:header="720" w:footer="720" w:gutter="0"/>
          <w:cols w:space="720"/>
          <w:titlePg/>
          <w:docGrid w:linePitch="272"/>
        </w:sectPr>
      </w:pPr>
    </w:p>
    <w:p w:rsidR="00BD7E83" w:rsidRDefault="00BD7E83" w:rsidP="00C30C87">
      <w:pPr>
        <w:autoSpaceDE w:val="0"/>
        <w:autoSpaceDN w:val="0"/>
        <w:adjustRightInd w:val="0"/>
        <w:ind w:right="-1" w:firstLine="426"/>
        <w:jc w:val="both"/>
        <w:rPr>
          <w:color w:val="000000"/>
          <w:sz w:val="24"/>
          <w:szCs w:val="24"/>
        </w:rPr>
      </w:pPr>
    </w:p>
    <w:p w:rsidR="00BD7E83" w:rsidRPr="008C0399" w:rsidRDefault="00BD7E83" w:rsidP="00CD40F6">
      <w:pPr>
        <w:widowControl/>
        <w:spacing w:before="100" w:beforeAutospacing="1"/>
        <w:ind w:firstLine="53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1.6. </w:t>
      </w:r>
      <w:r w:rsidRPr="008C0399">
        <w:rPr>
          <w:color w:val="000000"/>
          <w:sz w:val="24"/>
          <w:szCs w:val="24"/>
        </w:rPr>
        <w:t>в паспорте подпрограммы Муниципальной программы Еремеевского сельсовета Сосновоборского района Пензенской области «Развитие муниципальной службы в Еремеевском сельсовете Сосновоборского р</w:t>
      </w:r>
      <w:r>
        <w:rPr>
          <w:color w:val="000000"/>
          <w:sz w:val="24"/>
          <w:szCs w:val="24"/>
        </w:rPr>
        <w:t>айона Пензенской области на 2020-2022</w:t>
      </w:r>
      <w:r w:rsidRPr="008C0399">
        <w:rPr>
          <w:color w:val="000000"/>
          <w:sz w:val="24"/>
          <w:szCs w:val="24"/>
        </w:rPr>
        <w:t xml:space="preserve"> годы» позицию «Ресурсное обеспечение подпрограммы (по годам)» изложить в следующей редакции:</w:t>
      </w:r>
    </w:p>
    <w:p w:rsidR="00BD7E83" w:rsidRPr="008C0399" w:rsidRDefault="00BD7E83" w:rsidP="00CD40F6">
      <w:pPr>
        <w:widowControl/>
        <w:spacing w:before="100" w:beforeAutospacing="1"/>
        <w:rPr>
          <w:sz w:val="24"/>
          <w:szCs w:val="24"/>
        </w:rPr>
      </w:pPr>
      <w:r w:rsidRPr="008C0399">
        <w:rPr>
          <w:color w:val="000000"/>
          <w:sz w:val="24"/>
          <w:szCs w:val="24"/>
        </w:rPr>
        <w:t>«</w:t>
      </w:r>
    </w:p>
    <w:p w:rsidR="00BD7E83" w:rsidRPr="003D4DD0" w:rsidRDefault="00BD7E83" w:rsidP="00CD40F6">
      <w:pPr>
        <w:autoSpaceDE w:val="0"/>
        <w:autoSpaceDN w:val="0"/>
        <w:adjustRightInd w:val="0"/>
        <w:ind w:right="-1"/>
        <w:rPr>
          <w:color w:val="000000"/>
          <w:sz w:val="24"/>
          <w:szCs w:val="24"/>
        </w:rPr>
      </w:pPr>
    </w:p>
    <w:tbl>
      <w:tblPr>
        <w:tblW w:w="10710" w:type="dxa"/>
        <w:tblCellSpacing w:w="0" w:type="dxa"/>
        <w:tblInd w:w="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3653"/>
        <w:gridCol w:w="7057"/>
      </w:tblGrid>
      <w:tr w:rsidR="00BD7E83" w:rsidRPr="008C0399">
        <w:trPr>
          <w:tblCellSpacing w:w="0" w:type="dxa"/>
        </w:trPr>
        <w:tc>
          <w:tcPr>
            <w:tcW w:w="365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D7E83" w:rsidRPr="008C0399" w:rsidRDefault="00BD7E83" w:rsidP="00CD40F6">
            <w:pPr>
              <w:widowControl/>
              <w:spacing w:before="100" w:beforeAutospacing="1" w:after="119"/>
              <w:rPr>
                <w:sz w:val="24"/>
                <w:szCs w:val="24"/>
              </w:rPr>
            </w:pPr>
            <w:r w:rsidRPr="008C0399">
              <w:rPr>
                <w:color w:val="000000"/>
                <w:sz w:val="24"/>
                <w:szCs w:val="24"/>
              </w:rPr>
              <w:t xml:space="preserve">Ресурсное обеспечение подпрограммы (по годам) </w:t>
            </w:r>
          </w:p>
        </w:tc>
        <w:tc>
          <w:tcPr>
            <w:tcW w:w="70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D7E83" w:rsidRPr="003B7006" w:rsidRDefault="00BD7E83" w:rsidP="00CD40F6">
            <w:pPr>
              <w:pStyle w:val="Default"/>
              <w:jc w:val="both"/>
            </w:pPr>
            <w:r w:rsidRPr="003D4DD0">
              <w:t xml:space="preserve">Для реализации подпрограммы необходимы средства бюджета </w:t>
            </w:r>
            <w:r>
              <w:t>Еремеевского</w:t>
            </w:r>
            <w:r w:rsidRPr="003B7006">
              <w:t xml:space="preserve">  сельсовета  –  </w:t>
            </w:r>
            <w:r>
              <w:t>14,0</w:t>
            </w:r>
            <w:r w:rsidRPr="003B7006">
              <w:t xml:space="preserve"> тыс. рублей, в том числе: </w:t>
            </w:r>
          </w:p>
          <w:p w:rsidR="00BD7E83" w:rsidRPr="00453410" w:rsidRDefault="00BD7E83" w:rsidP="00CD40F6">
            <w:pPr>
              <w:pStyle w:val="Default"/>
              <w:jc w:val="both"/>
            </w:pPr>
            <w:r>
              <w:t>2020 год – 10,0</w:t>
            </w:r>
            <w:r w:rsidRPr="00453410">
              <w:t xml:space="preserve"> тыс. рублей; </w:t>
            </w:r>
          </w:p>
          <w:p w:rsidR="00BD7E83" w:rsidRPr="00453410" w:rsidRDefault="00BD7E83" w:rsidP="00CD40F6">
            <w:pPr>
              <w:pStyle w:val="Default"/>
              <w:jc w:val="both"/>
            </w:pPr>
            <w:r>
              <w:t>2021 год – 2</w:t>
            </w:r>
            <w:r w:rsidRPr="00453410">
              <w:t xml:space="preserve">,0 тыс. рублей; </w:t>
            </w:r>
          </w:p>
          <w:p w:rsidR="00BD7E83" w:rsidRPr="003D4DD0" w:rsidRDefault="00BD7E83" w:rsidP="00CD40F6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2</w:t>
            </w:r>
            <w:r w:rsidRPr="004534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 тыс. рублей.</w:t>
            </w:r>
          </w:p>
        </w:tc>
      </w:tr>
    </w:tbl>
    <w:p w:rsidR="00BD7E83" w:rsidRPr="003D4DD0" w:rsidRDefault="00BD7E83" w:rsidP="00CD40F6">
      <w:pPr>
        <w:autoSpaceDE w:val="0"/>
        <w:autoSpaceDN w:val="0"/>
        <w:adjustRightInd w:val="0"/>
        <w:ind w:right="-1"/>
        <w:rPr>
          <w:b/>
          <w:bCs/>
          <w:color w:val="000000"/>
          <w:sz w:val="24"/>
          <w:szCs w:val="24"/>
        </w:rPr>
      </w:pPr>
    </w:p>
    <w:p w:rsidR="00BD7E83" w:rsidRPr="003D4DD0" w:rsidRDefault="00BD7E83" w:rsidP="00CD40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»;</w:t>
      </w:r>
      <w:r w:rsidRPr="003D4DD0">
        <w:rPr>
          <w:sz w:val="24"/>
          <w:szCs w:val="24"/>
        </w:rPr>
        <w:t xml:space="preserve"> </w:t>
      </w:r>
    </w:p>
    <w:p w:rsidR="00BD7E83" w:rsidRPr="00F159EA" w:rsidRDefault="00BD7E83" w:rsidP="00CD40F6">
      <w:pPr>
        <w:autoSpaceDE w:val="0"/>
        <w:autoSpaceDN w:val="0"/>
        <w:adjustRightInd w:val="0"/>
        <w:ind w:right="-1"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1.7. пункт 8.5.5 «</w:t>
      </w:r>
      <w:r w:rsidRPr="00F159EA">
        <w:rPr>
          <w:color w:val="000000"/>
          <w:sz w:val="24"/>
          <w:szCs w:val="24"/>
        </w:rPr>
        <w:t>Объем финансовых ресурсов, необходимых для реализации подпрограммы</w:t>
      </w:r>
      <w:r>
        <w:rPr>
          <w:color w:val="000000"/>
          <w:sz w:val="24"/>
          <w:szCs w:val="24"/>
        </w:rPr>
        <w:t>, изложить в следующей редакции:</w:t>
      </w:r>
    </w:p>
    <w:p w:rsidR="00BD7E83" w:rsidRPr="003D4DD0" w:rsidRDefault="00BD7E83" w:rsidP="00CD40F6">
      <w:pPr>
        <w:pStyle w:val="Default"/>
        <w:jc w:val="both"/>
        <w:rPr>
          <w:color w:val="auto"/>
        </w:rPr>
      </w:pPr>
      <w:r>
        <w:t>«</w:t>
      </w:r>
      <w:r w:rsidRPr="003D4DD0">
        <w:t xml:space="preserve">Для реализации подпрограммы необходимы средства бюджета </w:t>
      </w:r>
      <w:r>
        <w:t xml:space="preserve">Еремеевского </w:t>
      </w:r>
      <w:r w:rsidRPr="003D4DD0">
        <w:t xml:space="preserve"> сельсовета  –  </w:t>
      </w:r>
      <w:r>
        <w:t>14,0</w:t>
      </w:r>
      <w:r w:rsidRPr="003D4DD0">
        <w:t xml:space="preserve"> </w:t>
      </w:r>
      <w:r w:rsidRPr="003D4DD0">
        <w:rPr>
          <w:color w:val="auto"/>
        </w:rPr>
        <w:t xml:space="preserve">тыс. рублей, в том числе: </w:t>
      </w:r>
    </w:p>
    <w:p w:rsidR="00BD7E83" w:rsidRPr="003D4DD0" w:rsidRDefault="00BD7E83" w:rsidP="00CD40F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</w:p>
    <w:p w:rsidR="00BD7E83" w:rsidRPr="003D4DD0" w:rsidRDefault="00BD7E83" w:rsidP="00CD40F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2020</w:t>
      </w:r>
      <w:r w:rsidRPr="003D4DD0">
        <w:rPr>
          <w:color w:val="auto"/>
        </w:rPr>
        <w:t xml:space="preserve"> год – </w:t>
      </w:r>
      <w:r>
        <w:rPr>
          <w:color w:val="auto"/>
        </w:rPr>
        <w:t>10,0</w:t>
      </w:r>
      <w:r w:rsidRPr="003D4DD0">
        <w:rPr>
          <w:color w:val="auto"/>
        </w:rPr>
        <w:t xml:space="preserve"> тыс. рублей; </w:t>
      </w:r>
    </w:p>
    <w:p w:rsidR="00BD7E83" w:rsidRPr="003D4DD0" w:rsidRDefault="00BD7E83" w:rsidP="00CD40F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2021</w:t>
      </w:r>
      <w:r w:rsidRPr="003D4DD0">
        <w:rPr>
          <w:color w:val="auto"/>
        </w:rPr>
        <w:t xml:space="preserve"> год – </w:t>
      </w:r>
      <w:r>
        <w:rPr>
          <w:color w:val="auto"/>
        </w:rPr>
        <w:t>2,0</w:t>
      </w:r>
      <w:r w:rsidRPr="003D4DD0">
        <w:rPr>
          <w:color w:val="auto"/>
        </w:rPr>
        <w:t xml:space="preserve"> тыс. рублей; </w:t>
      </w:r>
    </w:p>
    <w:p w:rsidR="00BD7E83" w:rsidRDefault="00BD7E83" w:rsidP="00CD40F6">
      <w:pPr>
        <w:autoSpaceDE w:val="0"/>
        <w:autoSpaceDN w:val="0"/>
        <w:adjustRightInd w:val="0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D4DD0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Pr="003D4DD0">
        <w:rPr>
          <w:sz w:val="24"/>
          <w:szCs w:val="24"/>
        </w:rPr>
        <w:t xml:space="preserve"> год –  </w:t>
      </w:r>
      <w:r>
        <w:rPr>
          <w:sz w:val="24"/>
          <w:szCs w:val="24"/>
        </w:rPr>
        <w:t>2,0</w:t>
      </w:r>
      <w:r w:rsidRPr="003D4DD0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»;</w:t>
      </w:r>
    </w:p>
    <w:p w:rsidR="00BD7E83" w:rsidRDefault="00BD7E83" w:rsidP="00C30C87">
      <w:pPr>
        <w:autoSpaceDE w:val="0"/>
        <w:autoSpaceDN w:val="0"/>
        <w:adjustRightInd w:val="0"/>
        <w:ind w:right="-1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BD7E83" w:rsidRPr="00C30C87" w:rsidRDefault="00BD7E83" w:rsidP="00C30C87">
      <w:pPr>
        <w:autoSpaceDE w:val="0"/>
        <w:autoSpaceDN w:val="0"/>
        <w:adjustRightInd w:val="0"/>
        <w:ind w:right="-1"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BD7E83" w:rsidRPr="003D4DD0" w:rsidRDefault="00BD7E83" w:rsidP="00375AD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D7E83" w:rsidRPr="005F10E0" w:rsidRDefault="00BD7E83" w:rsidP="005F10E0">
      <w:pPr>
        <w:widowControl/>
        <w:spacing w:before="100" w:beforeAutospacing="1"/>
        <w:ind w:firstLine="539"/>
        <w:rPr>
          <w:sz w:val="24"/>
          <w:szCs w:val="24"/>
        </w:rPr>
      </w:pPr>
      <w:r>
        <w:rPr>
          <w:color w:val="000000"/>
          <w:sz w:val="24"/>
          <w:szCs w:val="24"/>
        </w:rPr>
        <w:t>1.8</w:t>
      </w:r>
      <w:r w:rsidRPr="005F10E0">
        <w:rPr>
          <w:color w:val="000000"/>
          <w:sz w:val="24"/>
          <w:szCs w:val="24"/>
        </w:rPr>
        <w:t>. в паспорте подпрограммы Муниципальной программы Еремеевского сельсовета Сосновоборского района Пензенской области «</w:t>
      </w:r>
      <w:r>
        <w:rPr>
          <w:color w:val="000000"/>
          <w:sz w:val="24"/>
          <w:szCs w:val="24"/>
        </w:rPr>
        <w:t>Развитие сети автомобильных дорог</w:t>
      </w:r>
      <w:r w:rsidRPr="005F10E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территории </w:t>
      </w:r>
      <w:r w:rsidRPr="005F10E0">
        <w:rPr>
          <w:color w:val="000000"/>
          <w:sz w:val="24"/>
          <w:szCs w:val="24"/>
        </w:rPr>
        <w:t>Еремеевского сельсовета Сосновоборского р</w:t>
      </w:r>
      <w:r>
        <w:rPr>
          <w:color w:val="000000"/>
          <w:sz w:val="24"/>
          <w:szCs w:val="24"/>
        </w:rPr>
        <w:t>айона Пензенской области на 2020 — 2022 годы» позицию «Объемы бюджетных ассигнований подпрограммы</w:t>
      </w:r>
      <w:r w:rsidRPr="005F10E0">
        <w:rPr>
          <w:color w:val="000000"/>
          <w:sz w:val="24"/>
          <w:szCs w:val="24"/>
        </w:rPr>
        <w:t>» изложить в следующей редакции:</w:t>
      </w:r>
    </w:p>
    <w:p w:rsidR="00BD7E83" w:rsidRPr="005F10E0" w:rsidRDefault="00BD7E83" w:rsidP="005F10E0">
      <w:pPr>
        <w:widowControl/>
        <w:spacing w:before="100" w:beforeAutospacing="1"/>
        <w:rPr>
          <w:sz w:val="24"/>
          <w:szCs w:val="24"/>
        </w:rPr>
      </w:pPr>
      <w:r w:rsidRPr="005F10E0">
        <w:rPr>
          <w:color w:val="000000"/>
          <w:sz w:val="24"/>
          <w:szCs w:val="24"/>
        </w:rPr>
        <w:t>«</w:t>
      </w:r>
    </w:p>
    <w:tbl>
      <w:tblPr>
        <w:tblW w:w="10665" w:type="dxa"/>
        <w:tblCellSpacing w:w="0" w:type="dxa"/>
        <w:tblInd w:w="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3653"/>
        <w:gridCol w:w="7012"/>
      </w:tblGrid>
      <w:tr w:rsidR="00BD7E83" w:rsidRPr="005F10E0">
        <w:trPr>
          <w:tblCellSpacing w:w="0" w:type="dxa"/>
        </w:trPr>
        <w:tc>
          <w:tcPr>
            <w:tcW w:w="3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D7E83" w:rsidRPr="005F10E0" w:rsidRDefault="00BD7E83" w:rsidP="005F10E0">
            <w:pPr>
              <w:widowControl/>
              <w:spacing w:before="100" w:beforeAutospacing="1" w:after="11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D7E83" w:rsidRPr="005F10E0" w:rsidRDefault="00BD7E83" w:rsidP="005F10E0">
            <w:pPr>
              <w:widowControl/>
              <w:spacing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объем финансирования составит – 387,9 тыс. рублей, средства областного бюджета – 387,9 тыс. рублей; в том числе по годам:</w:t>
            </w:r>
          </w:p>
          <w:p w:rsidR="00BD7E83" w:rsidRPr="005F10E0" w:rsidRDefault="00BD7E83" w:rsidP="005F10E0">
            <w:pPr>
              <w:widowControl/>
              <w:spacing w:before="100" w:before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 год – 145,5</w:t>
            </w:r>
            <w:r w:rsidRPr="005F10E0">
              <w:rPr>
                <w:color w:val="000000"/>
                <w:sz w:val="24"/>
                <w:szCs w:val="24"/>
              </w:rPr>
              <w:t xml:space="preserve"> тыс. руб.</w:t>
            </w:r>
          </w:p>
          <w:p w:rsidR="00BD7E83" w:rsidRPr="005F10E0" w:rsidRDefault="00BD7E83" w:rsidP="005F10E0">
            <w:pPr>
              <w:widowControl/>
              <w:spacing w:before="100" w:before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год – 118,5</w:t>
            </w:r>
            <w:r w:rsidRPr="005F10E0">
              <w:rPr>
                <w:color w:val="000000"/>
                <w:sz w:val="24"/>
                <w:szCs w:val="24"/>
              </w:rPr>
              <w:t xml:space="preserve"> тыс. руб.</w:t>
            </w:r>
          </w:p>
          <w:p w:rsidR="00BD7E83" w:rsidRPr="005F10E0" w:rsidRDefault="00BD7E83" w:rsidP="005F10E0">
            <w:pPr>
              <w:widowControl/>
              <w:spacing w:before="100" w:before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 – 123,9</w:t>
            </w:r>
            <w:r w:rsidRPr="005F10E0">
              <w:rPr>
                <w:color w:val="000000"/>
                <w:sz w:val="24"/>
                <w:szCs w:val="24"/>
              </w:rPr>
              <w:t xml:space="preserve"> тыс. руб.</w:t>
            </w:r>
          </w:p>
        </w:tc>
      </w:tr>
    </w:tbl>
    <w:p w:rsidR="00BD7E83" w:rsidRPr="005F10E0" w:rsidRDefault="00BD7E83" w:rsidP="00C30C87">
      <w:pPr>
        <w:widowControl/>
        <w:spacing w:before="100" w:beforeAutospacing="1"/>
        <w:ind w:firstLine="53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F10E0">
        <w:rPr>
          <w:color w:val="000000"/>
          <w:sz w:val="24"/>
          <w:szCs w:val="24"/>
        </w:rPr>
        <w:t>»;</w:t>
      </w:r>
    </w:p>
    <w:p w:rsidR="00BD7E83" w:rsidRPr="005F10E0" w:rsidRDefault="00BD7E83" w:rsidP="005F10E0">
      <w:pPr>
        <w:widowControl/>
        <w:spacing w:before="100" w:beforeAutospacing="1"/>
        <w:ind w:firstLine="53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1.9. пункт 8.6.5 «Ресурсное обеспечение </w:t>
      </w:r>
      <w:r w:rsidRPr="005F10E0">
        <w:rPr>
          <w:color w:val="000000"/>
          <w:sz w:val="24"/>
          <w:szCs w:val="24"/>
        </w:rPr>
        <w:t xml:space="preserve"> реализации подпрограммы</w:t>
      </w:r>
      <w:r>
        <w:rPr>
          <w:color w:val="000000"/>
          <w:sz w:val="24"/>
          <w:szCs w:val="24"/>
        </w:rPr>
        <w:t xml:space="preserve"> Пензенской области</w:t>
      </w:r>
      <w:r w:rsidRPr="005F10E0">
        <w:rPr>
          <w:color w:val="000000"/>
          <w:sz w:val="24"/>
          <w:szCs w:val="24"/>
        </w:rPr>
        <w:t>» изложить в следующей редакции:</w:t>
      </w:r>
    </w:p>
    <w:p w:rsidR="00BD7E83" w:rsidRPr="003D4DD0" w:rsidRDefault="00BD7E83" w:rsidP="00C30C87">
      <w:pPr>
        <w:autoSpaceDE w:val="0"/>
        <w:autoSpaceDN w:val="0"/>
        <w:adjustRightInd w:val="0"/>
        <w:outlineLvl w:val="1"/>
        <w:rPr>
          <w:b/>
          <w:bCs/>
          <w:sz w:val="24"/>
          <w:szCs w:val="24"/>
        </w:rPr>
      </w:pPr>
    </w:p>
    <w:p w:rsidR="00BD7E83" w:rsidRPr="003D4DD0" w:rsidRDefault="00BD7E83" w:rsidP="00375A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3D4DD0">
        <w:rPr>
          <w:sz w:val="24"/>
          <w:szCs w:val="24"/>
        </w:rPr>
        <w:t>Общий объем финансирования составит –</w:t>
      </w:r>
      <w:r>
        <w:rPr>
          <w:sz w:val="24"/>
          <w:szCs w:val="24"/>
        </w:rPr>
        <w:t xml:space="preserve"> 387,9</w:t>
      </w:r>
      <w:r w:rsidRPr="003D4DD0">
        <w:rPr>
          <w:sz w:val="24"/>
          <w:szCs w:val="24"/>
        </w:rPr>
        <w:t xml:space="preserve"> тыс. рублей, средства бюджет</w:t>
      </w:r>
      <w:r>
        <w:rPr>
          <w:sz w:val="24"/>
          <w:szCs w:val="24"/>
        </w:rPr>
        <w:t>а</w:t>
      </w:r>
      <w:r w:rsidRPr="003D4DD0">
        <w:rPr>
          <w:sz w:val="24"/>
          <w:szCs w:val="24"/>
        </w:rPr>
        <w:t xml:space="preserve"> Пензенской области</w:t>
      </w:r>
      <w:r>
        <w:rPr>
          <w:sz w:val="24"/>
          <w:szCs w:val="24"/>
        </w:rPr>
        <w:t xml:space="preserve"> 387,9</w:t>
      </w:r>
    </w:p>
    <w:p w:rsidR="00BD7E83" w:rsidRPr="003D4DD0" w:rsidRDefault="00BD7E83" w:rsidP="00375AD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D4DD0">
        <w:rPr>
          <w:sz w:val="24"/>
          <w:szCs w:val="24"/>
        </w:rPr>
        <w:t>в том числе по годам:</w:t>
      </w:r>
    </w:p>
    <w:p w:rsidR="00BD7E83" w:rsidRPr="003D4DD0" w:rsidRDefault="00BD7E83" w:rsidP="00375A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2020</w:t>
      </w:r>
      <w:r w:rsidRPr="003D4DD0">
        <w:rPr>
          <w:sz w:val="24"/>
          <w:szCs w:val="24"/>
        </w:rPr>
        <w:t xml:space="preserve"> год -  </w:t>
      </w:r>
      <w:r>
        <w:rPr>
          <w:sz w:val="24"/>
          <w:szCs w:val="24"/>
        </w:rPr>
        <w:t>145,5</w:t>
      </w:r>
      <w:r w:rsidRPr="003D4DD0">
        <w:rPr>
          <w:sz w:val="24"/>
          <w:szCs w:val="24"/>
        </w:rPr>
        <w:t xml:space="preserve"> тыс. рублей;</w:t>
      </w:r>
    </w:p>
    <w:p w:rsidR="00BD7E83" w:rsidRPr="003D4DD0" w:rsidRDefault="00BD7E83" w:rsidP="00375AD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2021</w:t>
      </w:r>
      <w:r w:rsidRPr="003D4DD0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118,5</w:t>
      </w:r>
      <w:r w:rsidRPr="003D4DD0">
        <w:rPr>
          <w:sz w:val="24"/>
          <w:szCs w:val="24"/>
        </w:rPr>
        <w:t xml:space="preserve"> тыс. рублей;</w:t>
      </w:r>
    </w:p>
    <w:p w:rsidR="00BD7E83" w:rsidRDefault="00BD7E83" w:rsidP="00375AD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D4DD0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Pr="003D4DD0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123,9</w:t>
      </w:r>
      <w:r w:rsidRPr="003D4DD0"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  <w:t>»;</w:t>
      </w:r>
    </w:p>
    <w:p w:rsidR="00BD7E83" w:rsidRDefault="00BD7E83" w:rsidP="00375AD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D7E83" w:rsidRPr="000F667D" w:rsidRDefault="00BD7E83" w:rsidP="000F667D">
      <w:pPr>
        <w:widowControl/>
        <w:spacing w:before="100" w:beforeAutospacing="1"/>
        <w:ind w:firstLine="539"/>
        <w:rPr>
          <w:sz w:val="24"/>
          <w:szCs w:val="24"/>
        </w:rPr>
      </w:pPr>
      <w:r w:rsidRPr="000F667D">
        <w:rPr>
          <w:color w:val="000000"/>
          <w:sz w:val="24"/>
          <w:szCs w:val="24"/>
        </w:rPr>
        <w:t>1.1</w:t>
      </w:r>
      <w:r>
        <w:rPr>
          <w:color w:val="000000"/>
          <w:sz w:val="24"/>
          <w:szCs w:val="24"/>
        </w:rPr>
        <w:t>0</w:t>
      </w:r>
      <w:r w:rsidRPr="000F667D">
        <w:rPr>
          <w:color w:val="000000"/>
          <w:sz w:val="24"/>
          <w:szCs w:val="24"/>
        </w:rPr>
        <w:t>. в паспорте подпрограммы Муниципальной программы Еремеевского сельсовета Сосновоборского района Пензенской области «Защита населения и территорий от чрезвычайных ситуаций, обеспечение пожарной безопасности в Еремеевском сельсовете Сосновоборского р</w:t>
      </w:r>
      <w:r>
        <w:rPr>
          <w:color w:val="000000"/>
          <w:sz w:val="24"/>
          <w:szCs w:val="24"/>
        </w:rPr>
        <w:t>айона Пензенской области на 2020 — 2022</w:t>
      </w:r>
      <w:r w:rsidRPr="000F667D">
        <w:rPr>
          <w:color w:val="000000"/>
          <w:sz w:val="24"/>
          <w:szCs w:val="24"/>
        </w:rPr>
        <w:t xml:space="preserve"> годы» позицию «</w:t>
      </w:r>
      <w:r w:rsidRPr="000F667D">
        <w:rPr>
          <w:color w:val="000000"/>
          <w:sz w:val="24"/>
          <w:szCs w:val="24"/>
        </w:rPr>
        <w:br/>
        <w:t>Ресурсное обеспечение подпрограммы (по годам) » изложить в следующей редакции:</w:t>
      </w:r>
    </w:p>
    <w:p w:rsidR="00BD7E83" w:rsidRPr="000F667D" w:rsidRDefault="00BD7E83" w:rsidP="000F667D">
      <w:pPr>
        <w:widowControl/>
        <w:spacing w:before="100" w:beforeAutospacing="1"/>
        <w:rPr>
          <w:sz w:val="24"/>
          <w:szCs w:val="24"/>
        </w:rPr>
      </w:pPr>
      <w:r w:rsidRPr="000F667D">
        <w:rPr>
          <w:color w:val="000000"/>
          <w:sz w:val="24"/>
          <w:szCs w:val="24"/>
        </w:rPr>
        <w:t>«</w:t>
      </w:r>
    </w:p>
    <w:tbl>
      <w:tblPr>
        <w:tblW w:w="10665" w:type="dxa"/>
        <w:tblCellSpacing w:w="0" w:type="dxa"/>
        <w:tblInd w:w="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3653"/>
        <w:gridCol w:w="7012"/>
      </w:tblGrid>
      <w:tr w:rsidR="00BD7E83" w:rsidRPr="000F667D">
        <w:trPr>
          <w:tblCellSpacing w:w="0" w:type="dxa"/>
        </w:trPr>
        <w:tc>
          <w:tcPr>
            <w:tcW w:w="3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D7E83" w:rsidRPr="000F667D" w:rsidRDefault="00BD7E83" w:rsidP="000F667D">
            <w:pPr>
              <w:widowControl/>
              <w:spacing w:before="100" w:beforeAutospacing="1" w:after="119"/>
              <w:rPr>
                <w:sz w:val="24"/>
                <w:szCs w:val="24"/>
              </w:rPr>
            </w:pPr>
            <w:r w:rsidRPr="000F667D">
              <w:rPr>
                <w:color w:val="000000"/>
                <w:sz w:val="24"/>
                <w:szCs w:val="24"/>
              </w:rPr>
              <w:t>Ресурсное обеспечение подпрограммы (по годам)</w:t>
            </w:r>
          </w:p>
        </w:tc>
        <w:tc>
          <w:tcPr>
            <w:tcW w:w="6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D7E83" w:rsidRPr="000F667D" w:rsidRDefault="00BD7E83" w:rsidP="000F667D">
            <w:pPr>
              <w:widowControl/>
              <w:spacing w:before="100" w:beforeAutospacing="1"/>
              <w:rPr>
                <w:sz w:val="24"/>
                <w:szCs w:val="24"/>
              </w:rPr>
            </w:pPr>
            <w:r w:rsidRPr="000F667D">
              <w:rPr>
                <w:color w:val="000000"/>
                <w:sz w:val="24"/>
                <w:szCs w:val="24"/>
              </w:rPr>
              <w:t xml:space="preserve">Средства бюджета Еремевского сельсовета всего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0F667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103,1</w:t>
            </w:r>
            <w:r w:rsidRPr="000F667D">
              <w:rPr>
                <w:color w:val="000000"/>
                <w:sz w:val="24"/>
                <w:szCs w:val="24"/>
              </w:rPr>
              <w:t xml:space="preserve"> тыс. руб., в том числе:</w:t>
            </w:r>
          </w:p>
          <w:p w:rsidR="00BD7E83" w:rsidRPr="000F667D" w:rsidRDefault="00BD7E83" w:rsidP="000F667D">
            <w:pPr>
              <w:widowControl/>
              <w:spacing w:before="100" w:before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 год- 56,6</w:t>
            </w:r>
            <w:r w:rsidRPr="000F667D">
              <w:rPr>
                <w:color w:val="000000"/>
                <w:sz w:val="24"/>
                <w:szCs w:val="24"/>
              </w:rPr>
              <w:t xml:space="preserve"> тыс. руб.</w:t>
            </w:r>
          </w:p>
          <w:p w:rsidR="00BD7E83" w:rsidRPr="000F667D" w:rsidRDefault="00BD7E83" w:rsidP="000F667D">
            <w:pPr>
              <w:widowControl/>
              <w:spacing w:before="100" w:before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2021 год- 23,2</w:t>
            </w:r>
            <w:r w:rsidRPr="000F667D">
              <w:rPr>
                <w:color w:val="000000"/>
                <w:sz w:val="24"/>
                <w:szCs w:val="24"/>
              </w:rPr>
              <w:t xml:space="preserve"> тыс. руб.</w:t>
            </w:r>
          </w:p>
          <w:p w:rsidR="00BD7E83" w:rsidRPr="000F667D" w:rsidRDefault="00BD7E83" w:rsidP="000F667D">
            <w:pPr>
              <w:widowControl/>
              <w:spacing w:before="100" w:before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год- 23,3</w:t>
            </w:r>
            <w:r w:rsidRPr="000F667D">
              <w:rPr>
                <w:color w:val="000000"/>
                <w:sz w:val="24"/>
                <w:szCs w:val="24"/>
              </w:rPr>
              <w:t xml:space="preserve"> тыс. руб.</w:t>
            </w:r>
          </w:p>
        </w:tc>
      </w:tr>
    </w:tbl>
    <w:p w:rsidR="00BD7E83" w:rsidRPr="000F667D" w:rsidRDefault="00BD7E83" w:rsidP="000F667D">
      <w:pPr>
        <w:widowControl/>
        <w:spacing w:before="100" w:beforeAutospacing="1"/>
        <w:ind w:firstLine="53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0F667D">
        <w:rPr>
          <w:color w:val="000000"/>
          <w:sz w:val="24"/>
          <w:szCs w:val="24"/>
        </w:rPr>
        <w:t>»;</w:t>
      </w:r>
    </w:p>
    <w:p w:rsidR="00BD7E83" w:rsidRPr="000F667D" w:rsidRDefault="00BD7E83" w:rsidP="000F667D">
      <w:pPr>
        <w:widowControl/>
        <w:spacing w:before="100" w:beforeAutospacing="1"/>
        <w:ind w:firstLine="539"/>
        <w:rPr>
          <w:sz w:val="24"/>
          <w:szCs w:val="24"/>
        </w:rPr>
      </w:pPr>
      <w:r w:rsidRPr="000F667D">
        <w:rPr>
          <w:color w:val="000000"/>
          <w:sz w:val="24"/>
          <w:szCs w:val="24"/>
        </w:rPr>
        <w:t>1.1</w:t>
      </w:r>
      <w:r>
        <w:rPr>
          <w:color w:val="000000"/>
          <w:sz w:val="24"/>
          <w:szCs w:val="24"/>
        </w:rPr>
        <w:t>1</w:t>
      </w:r>
      <w:r w:rsidRPr="000F667D">
        <w:rPr>
          <w:color w:val="000000"/>
          <w:sz w:val="24"/>
          <w:szCs w:val="24"/>
        </w:rPr>
        <w:t>. пункт 8.8.5 «Объем финансовых ресурсов, необходи</w:t>
      </w:r>
      <w:r>
        <w:rPr>
          <w:color w:val="000000"/>
          <w:sz w:val="24"/>
          <w:szCs w:val="24"/>
        </w:rPr>
        <w:t>мых для реализации подпрограммы</w:t>
      </w:r>
      <w:r w:rsidRPr="000F667D">
        <w:rPr>
          <w:color w:val="000000"/>
          <w:sz w:val="24"/>
          <w:szCs w:val="24"/>
        </w:rPr>
        <w:t>» изложить в следующей редакции:</w:t>
      </w:r>
    </w:p>
    <w:p w:rsidR="00BD7E83" w:rsidRPr="003D4DD0" w:rsidRDefault="00BD7E83" w:rsidP="000F667D">
      <w:pPr>
        <w:autoSpaceDE w:val="0"/>
        <w:autoSpaceDN w:val="0"/>
        <w:adjustRightInd w:val="0"/>
        <w:ind w:right="-1"/>
        <w:rPr>
          <w:b/>
          <w:bCs/>
          <w:color w:val="000000"/>
          <w:sz w:val="24"/>
          <w:szCs w:val="24"/>
        </w:rPr>
      </w:pPr>
    </w:p>
    <w:p w:rsidR="00BD7E83" w:rsidRPr="003D4DD0" w:rsidRDefault="00BD7E83" w:rsidP="00375ADD">
      <w:pPr>
        <w:pStyle w:val="a2"/>
        <w:rPr>
          <w:rFonts w:ascii="Times New Roman" w:hAnsi="Times New Roman" w:cs="Times New Roman"/>
        </w:rPr>
      </w:pPr>
      <w:r w:rsidRPr="003D4DD0">
        <w:rPr>
          <w:rFonts w:ascii="Times New Roman" w:hAnsi="Times New Roman" w:cs="Times New Roman"/>
        </w:rPr>
        <w:t xml:space="preserve">Общий объем финансирования подпрограммы в </w:t>
      </w:r>
      <w:r>
        <w:rPr>
          <w:rFonts w:ascii="Times New Roman" w:hAnsi="Times New Roman" w:cs="Times New Roman"/>
        </w:rPr>
        <w:t>2020-2022</w:t>
      </w:r>
      <w:r w:rsidRPr="00807EC5">
        <w:rPr>
          <w:rFonts w:ascii="Times New Roman" w:hAnsi="Times New Roman" w:cs="Times New Roman"/>
        </w:rPr>
        <w:t xml:space="preserve"> </w:t>
      </w:r>
      <w:r w:rsidRPr="003D4DD0">
        <w:rPr>
          <w:rFonts w:ascii="Times New Roman" w:hAnsi="Times New Roman" w:cs="Times New Roman"/>
        </w:rPr>
        <w:t xml:space="preserve">годах составит  </w:t>
      </w:r>
      <w:r>
        <w:rPr>
          <w:rFonts w:ascii="Times New Roman" w:hAnsi="Times New Roman" w:cs="Times New Roman"/>
        </w:rPr>
        <w:t>103,1</w:t>
      </w:r>
      <w:r w:rsidRPr="003D4DD0">
        <w:rPr>
          <w:rFonts w:ascii="Times New Roman" w:hAnsi="Times New Roman" w:cs="Times New Roman"/>
        </w:rPr>
        <w:t xml:space="preserve"> тыс. рублей, в том числе: </w:t>
      </w:r>
    </w:p>
    <w:p w:rsidR="00BD7E83" w:rsidRPr="003D4DD0" w:rsidRDefault="00BD7E83" w:rsidP="00375ADD">
      <w:pPr>
        <w:pStyle w:val="Default"/>
        <w:jc w:val="both"/>
      </w:pPr>
      <w:r>
        <w:t>2020</w:t>
      </w:r>
      <w:r w:rsidRPr="003D4DD0">
        <w:t xml:space="preserve"> год – </w:t>
      </w:r>
      <w:r>
        <w:t>56,6</w:t>
      </w:r>
      <w:r w:rsidRPr="003D4DD0">
        <w:t xml:space="preserve"> тыс. рублей; </w:t>
      </w:r>
    </w:p>
    <w:p w:rsidR="00BD7E83" w:rsidRPr="003D4DD0" w:rsidRDefault="00BD7E83" w:rsidP="00375ADD">
      <w:pPr>
        <w:pStyle w:val="Default"/>
        <w:jc w:val="both"/>
      </w:pPr>
      <w:r>
        <w:t>2021</w:t>
      </w:r>
      <w:r w:rsidRPr="003D4DD0">
        <w:t xml:space="preserve"> год – </w:t>
      </w:r>
      <w:r>
        <w:t>23,2</w:t>
      </w:r>
      <w:r w:rsidRPr="003D4DD0">
        <w:t xml:space="preserve"> тыс. рублей; </w:t>
      </w:r>
    </w:p>
    <w:p w:rsidR="00BD7E83" w:rsidRDefault="00BD7E83" w:rsidP="00375ADD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2022 год – 23,3  тыс.</w:t>
      </w:r>
      <w:r w:rsidRPr="003D4DD0">
        <w:rPr>
          <w:sz w:val="24"/>
          <w:szCs w:val="24"/>
        </w:rPr>
        <w:t>рублей</w:t>
      </w:r>
      <w:r>
        <w:rPr>
          <w:sz w:val="24"/>
          <w:szCs w:val="24"/>
        </w:rPr>
        <w:t>».</w:t>
      </w:r>
    </w:p>
    <w:p w:rsidR="00BD7E83" w:rsidRDefault="00BD7E83" w:rsidP="00375ADD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D7E83" w:rsidRDefault="00BD7E83" w:rsidP="00375ADD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D7E83" w:rsidRDefault="00BD7E83" w:rsidP="00375ADD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D7E83" w:rsidRPr="000F667D" w:rsidRDefault="00BD7E83" w:rsidP="000F667D">
      <w:pPr>
        <w:widowControl/>
        <w:spacing w:before="100" w:beforeAutospacing="1"/>
        <w:ind w:left="363"/>
        <w:rPr>
          <w:sz w:val="24"/>
          <w:szCs w:val="24"/>
        </w:rPr>
      </w:pPr>
      <w:r w:rsidRPr="000F667D">
        <w:rPr>
          <w:sz w:val="24"/>
          <w:szCs w:val="24"/>
        </w:rPr>
        <w:t>2.Настоящее постановление опубликовать в информационном бюллетене «Местные ведомости».</w:t>
      </w:r>
    </w:p>
    <w:p w:rsidR="00BD7E83" w:rsidRPr="007A428C" w:rsidRDefault="00BD7E83" w:rsidP="00A06FCE">
      <w:pPr>
        <w:widowControl/>
        <w:spacing w:before="100" w:beforeAutospacing="1"/>
        <w:ind w:left="363"/>
        <w:rPr>
          <w:sz w:val="24"/>
          <w:szCs w:val="24"/>
        </w:rPr>
      </w:pPr>
      <w:r w:rsidRPr="007A428C">
        <w:rPr>
          <w:sz w:val="24"/>
          <w:szCs w:val="24"/>
        </w:rPr>
        <w:t>3. Настоящее постановление  вступает в силу на следующий день после дня его официального опубликования</w:t>
      </w:r>
      <w:r>
        <w:rPr>
          <w:sz w:val="24"/>
          <w:szCs w:val="24"/>
        </w:rPr>
        <w:t>.</w:t>
      </w:r>
    </w:p>
    <w:p w:rsidR="00BD7E83" w:rsidRDefault="00BD7E83" w:rsidP="000F667D">
      <w:pPr>
        <w:widowControl/>
        <w:spacing w:before="100" w:beforeAutospacing="1"/>
        <w:rPr>
          <w:color w:val="000000"/>
          <w:sz w:val="24"/>
          <w:szCs w:val="24"/>
        </w:rPr>
      </w:pPr>
    </w:p>
    <w:p w:rsidR="00BD7E83" w:rsidRDefault="00BD7E83" w:rsidP="000F667D">
      <w:pPr>
        <w:widowControl/>
        <w:spacing w:before="100" w:beforeAutospacing="1"/>
        <w:rPr>
          <w:color w:val="000000"/>
          <w:sz w:val="24"/>
          <w:szCs w:val="24"/>
        </w:rPr>
      </w:pPr>
    </w:p>
    <w:p w:rsidR="00BD7E83" w:rsidRPr="000F667D" w:rsidRDefault="00BD7E83" w:rsidP="000F667D">
      <w:pPr>
        <w:widowControl/>
        <w:spacing w:before="100" w:beforeAutospacing="1"/>
        <w:rPr>
          <w:sz w:val="24"/>
          <w:szCs w:val="24"/>
        </w:rPr>
      </w:pPr>
      <w:r w:rsidRPr="000F667D">
        <w:rPr>
          <w:color w:val="000000"/>
          <w:sz w:val="24"/>
          <w:szCs w:val="24"/>
        </w:rPr>
        <w:t xml:space="preserve">Глава администрации Еремеевского сельсовета </w:t>
      </w:r>
      <w:r>
        <w:rPr>
          <w:color w:val="000000"/>
          <w:sz w:val="24"/>
          <w:szCs w:val="24"/>
        </w:rPr>
        <w:t xml:space="preserve">                                                     </w:t>
      </w:r>
      <w:r w:rsidRPr="000F667D">
        <w:rPr>
          <w:color w:val="000000"/>
          <w:sz w:val="24"/>
          <w:szCs w:val="24"/>
        </w:rPr>
        <w:t>А.И.Дарюшин</w:t>
      </w:r>
    </w:p>
    <w:p w:rsidR="00BD7E83" w:rsidRPr="003D4DD0" w:rsidRDefault="00BD7E83" w:rsidP="00375ADD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</w:p>
    <w:p w:rsidR="00BD7E83" w:rsidRPr="002264AE" w:rsidRDefault="00BD7E83" w:rsidP="002264AE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  <w:sectPr w:rsidR="00BD7E83" w:rsidRPr="002264AE" w:rsidSect="00CD7F5B">
          <w:endnotePr>
            <w:numFmt w:val="decimal"/>
          </w:endnotePr>
          <w:pgSz w:w="11906" w:h="16838" w:code="9"/>
          <w:pgMar w:top="567" w:right="567" w:bottom="567" w:left="1134" w:header="720" w:footer="720" w:gutter="0"/>
          <w:cols w:space="720"/>
          <w:titlePg/>
          <w:docGrid w:linePitch="272"/>
        </w:sectPr>
      </w:pPr>
      <w:bookmarkStart w:id="1" w:name="_GoBack"/>
      <w:bookmarkEnd w:id="1"/>
    </w:p>
    <w:p w:rsidR="00BD7E83" w:rsidRDefault="00BD7E83" w:rsidP="003A7B8F">
      <w:pPr>
        <w:autoSpaceDE w:val="0"/>
        <w:autoSpaceDN w:val="0"/>
        <w:adjustRightInd w:val="0"/>
      </w:pPr>
    </w:p>
    <w:sectPr w:rsidR="00BD7E83" w:rsidSect="007F7776">
      <w:footerReference w:type="default" r:id="rId9"/>
      <w:endnotePr>
        <w:numFmt w:val="decimal"/>
      </w:endnotePr>
      <w:pgSz w:w="16838" w:h="11906" w:orient="landscape" w:code="9"/>
      <w:pgMar w:top="800" w:right="567" w:bottom="506" w:left="567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E83" w:rsidRDefault="00BD7E83" w:rsidP="002F6EF0">
      <w:r>
        <w:separator/>
      </w:r>
    </w:p>
  </w:endnote>
  <w:endnote w:type="continuationSeparator" w:id="0">
    <w:p w:rsidR="00BD7E83" w:rsidRDefault="00BD7E83" w:rsidP="002F6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83" w:rsidRDefault="00BD7E83" w:rsidP="00E15CC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83" w:rsidRDefault="00BD7E83" w:rsidP="00E15CC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E83" w:rsidRDefault="00BD7E83" w:rsidP="002F6EF0">
      <w:r>
        <w:separator/>
      </w:r>
    </w:p>
  </w:footnote>
  <w:footnote w:type="continuationSeparator" w:id="0">
    <w:p w:rsidR="00BD7E83" w:rsidRDefault="00BD7E83" w:rsidP="002F6E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D306C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888C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30C3C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00AF1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7D44E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EFC38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9236BB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4CAF1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0A241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AA81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1638A936"/>
    <w:lvl w:ilvl="0">
      <w:numFmt w:val="bullet"/>
      <w:lvlText w:val="*"/>
      <w:lvlJc w:val="left"/>
    </w:lvl>
  </w:abstractNum>
  <w:abstractNum w:abstractNumId="11">
    <w:nsid w:val="04C34F24"/>
    <w:multiLevelType w:val="hybridMultilevel"/>
    <w:tmpl w:val="C5BC7548"/>
    <w:lvl w:ilvl="0" w:tplc="29761824">
      <w:start w:val="1"/>
      <w:numFmt w:val="bullet"/>
      <w:lvlText w:val=""/>
      <w:lvlJc w:val="left"/>
      <w:pPr>
        <w:ind w:left="1700" w:hanging="980"/>
      </w:pPr>
      <w:rPr>
        <w:rFonts w:ascii="Symbol" w:hAnsi="Symbol" w:cs="Symbol" w:hint="default"/>
      </w:rPr>
    </w:lvl>
    <w:lvl w:ilvl="1" w:tplc="CEECE22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67B4EEA"/>
    <w:multiLevelType w:val="hybridMultilevel"/>
    <w:tmpl w:val="B4B63396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AE5564"/>
    <w:multiLevelType w:val="multilevel"/>
    <w:tmpl w:val="42FE9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65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4">
    <w:nsid w:val="113E1A43"/>
    <w:multiLevelType w:val="multilevel"/>
    <w:tmpl w:val="42900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1063D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0D3768B"/>
    <w:multiLevelType w:val="hybridMultilevel"/>
    <w:tmpl w:val="8D92B256"/>
    <w:lvl w:ilvl="0" w:tplc="1638A93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641736"/>
    <w:multiLevelType w:val="hybridMultilevel"/>
    <w:tmpl w:val="35DA41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>
    <w:nsid w:val="2C5F63F4"/>
    <w:multiLevelType w:val="hybridMultilevel"/>
    <w:tmpl w:val="93443DC4"/>
    <w:lvl w:ilvl="0" w:tplc="29761824">
      <w:start w:val="1"/>
      <w:numFmt w:val="bullet"/>
      <w:lvlText w:val=""/>
      <w:lvlJc w:val="left"/>
      <w:pPr>
        <w:ind w:left="11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1" w:hanging="360"/>
      </w:pPr>
      <w:rPr>
        <w:rFonts w:ascii="Wingdings" w:hAnsi="Wingdings" w:cs="Wingdings" w:hint="default"/>
      </w:rPr>
    </w:lvl>
  </w:abstractNum>
  <w:abstractNum w:abstractNumId="20">
    <w:nsid w:val="2DD468BD"/>
    <w:multiLevelType w:val="hybridMultilevel"/>
    <w:tmpl w:val="F53698D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FF4562"/>
    <w:multiLevelType w:val="multilevel"/>
    <w:tmpl w:val="0758285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1">
      <w:start w:val="1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2">
    <w:nsid w:val="3E516618"/>
    <w:multiLevelType w:val="hybridMultilevel"/>
    <w:tmpl w:val="08144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850DE7"/>
    <w:multiLevelType w:val="hybridMultilevel"/>
    <w:tmpl w:val="1D548C3E"/>
    <w:lvl w:ilvl="0" w:tplc="E942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92539B"/>
    <w:multiLevelType w:val="hybridMultilevel"/>
    <w:tmpl w:val="CD107F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C177B8D"/>
    <w:multiLevelType w:val="multilevel"/>
    <w:tmpl w:val="565201E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>
    <w:nsid w:val="76851B27"/>
    <w:multiLevelType w:val="hybridMultilevel"/>
    <w:tmpl w:val="B3881CA0"/>
    <w:lvl w:ilvl="0" w:tplc="1638A936">
      <w:numFmt w:val="bullet"/>
      <w:lvlText w:val="-"/>
      <w:lvlJc w:val="left"/>
      <w:pPr>
        <w:ind w:left="7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7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24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6"/>
  </w:num>
  <w:num w:numId="21">
    <w:abstractNumId w:val="11"/>
  </w:num>
  <w:num w:numId="22">
    <w:abstractNumId w:val="22"/>
  </w:num>
  <w:num w:numId="23">
    <w:abstractNumId w:val="18"/>
  </w:num>
  <w:num w:numId="24">
    <w:abstractNumId w:val="23"/>
  </w:num>
  <w:num w:numId="25">
    <w:abstractNumId w:val="21"/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5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52E2"/>
    <w:rsid w:val="00000A46"/>
    <w:rsid w:val="000071B7"/>
    <w:rsid w:val="000115DF"/>
    <w:rsid w:val="00015AD0"/>
    <w:rsid w:val="000220C9"/>
    <w:rsid w:val="00024196"/>
    <w:rsid w:val="00043717"/>
    <w:rsid w:val="00043901"/>
    <w:rsid w:val="00047752"/>
    <w:rsid w:val="000552E2"/>
    <w:rsid w:val="00056855"/>
    <w:rsid w:val="000572C6"/>
    <w:rsid w:val="00060795"/>
    <w:rsid w:val="00064EEC"/>
    <w:rsid w:val="000654DB"/>
    <w:rsid w:val="000667EC"/>
    <w:rsid w:val="000765C7"/>
    <w:rsid w:val="00077125"/>
    <w:rsid w:val="000825D5"/>
    <w:rsid w:val="0008784E"/>
    <w:rsid w:val="00087F7A"/>
    <w:rsid w:val="00090082"/>
    <w:rsid w:val="0009157D"/>
    <w:rsid w:val="00092392"/>
    <w:rsid w:val="00092545"/>
    <w:rsid w:val="00095626"/>
    <w:rsid w:val="000A0216"/>
    <w:rsid w:val="000A3A17"/>
    <w:rsid w:val="000A68A5"/>
    <w:rsid w:val="000B3E15"/>
    <w:rsid w:val="000B687E"/>
    <w:rsid w:val="000C48A2"/>
    <w:rsid w:val="000D44E8"/>
    <w:rsid w:val="000E3BDF"/>
    <w:rsid w:val="000F667D"/>
    <w:rsid w:val="000F6BDF"/>
    <w:rsid w:val="00102CF1"/>
    <w:rsid w:val="0010355F"/>
    <w:rsid w:val="0010388F"/>
    <w:rsid w:val="001206E4"/>
    <w:rsid w:val="0013149B"/>
    <w:rsid w:val="001325DD"/>
    <w:rsid w:val="001335FB"/>
    <w:rsid w:val="00134386"/>
    <w:rsid w:val="00141F0C"/>
    <w:rsid w:val="001426A7"/>
    <w:rsid w:val="001456E6"/>
    <w:rsid w:val="00145C0B"/>
    <w:rsid w:val="0015626E"/>
    <w:rsid w:val="00161BAD"/>
    <w:rsid w:val="00170AB4"/>
    <w:rsid w:val="00174294"/>
    <w:rsid w:val="00177797"/>
    <w:rsid w:val="00183421"/>
    <w:rsid w:val="001A0BFE"/>
    <w:rsid w:val="001A1015"/>
    <w:rsid w:val="001A2EAA"/>
    <w:rsid w:val="001A4563"/>
    <w:rsid w:val="001A7A64"/>
    <w:rsid w:val="001B2829"/>
    <w:rsid w:val="001B7494"/>
    <w:rsid w:val="001C2205"/>
    <w:rsid w:val="001C2534"/>
    <w:rsid w:val="001C2D1A"/>
    <w:rsid w:val="001C6B86"/>
    <w:rsid w:val="001C6EEF"/>
    <w:rsid w:val="001C6F5E"/>
    <w:rsid w:val="001E06F4"/>
    <w:rsid w:val="001E1040"/>
    <w:rsid w:val="001E18DE"/>
    <w:rsid w:val="001F168F"/>
    <w:rsid w:val="001F30FD"/>
    <w:rsid w:val="001F5982"/>
    <w:rsid w:val="00213B11"/>
    <w:rsid w:val="0022102B"/>
    <w:rsid w:val="002264AE"/>
    <w:rsid w:val="00227B23"/>
    <w:rsid w:val="0023569D"/>
    <w:rsid w:val="0023667D"/>
    <w:rsid w:val="00237B7B"/>
    <w:rsid w:val="002414A7"/>
    <w:rsid w:val="00250C51"/>
    <w:rsid w:val="002546E0"/>
    <w:rsid w:val="00254B1B"/>
    <w:rsid w:val="00255DE0"/>
    <w:rsid w:val="00256D66"/>
    <w:rsid w:val="00261F3C"/>
    <w:rsid w:val="00273971"/>
    <w:rsid w:val="0029274A"/>
    <w:rsid w:val="002A6BAB"/>
    <w:rsid w:val="002B08F5"/>
    <w:rsid w:val="002B13C6"/>
    <w:rsid w:val="002B27FB"/>
    <w:rsid w:val="002B2F7B"/>
    <w:rsid w:val="002C29BF"/>
    <w:rsid w:val="002C2CC8"/>
    <w:rsid w:val="002D0588"/>
    <w:rsid w:val="002D1DE5"/>
    <w:rsid w:val="002D2044"/>
    <w:rsid w:val="002E7951"/>
    <w:rsid w:val="002F3677"/>
    <w:rsid w:val="002F4E4E"/>
    <w:rsid w:val="002F5E1C"/>
    <w:rsid w:val="002F625B"/>
    <w:rsid w:val="002F6EF0"/>
    <w:rsid w:val="00312D95"/>
    <w:rsid w:val="00315937"/>
    <w:rsid w:val="00316AB0"/>
    <w:rsid w:val="00327C25"/>
    <w:rsid w:val="00330E53"/>
    <w:rsid w:val="00333A6E"/>
    <w:rsid w:val="0033689A"/>
    <w:rsid w:val="00336F26"/>
    <w:rsid w:val="003379F1"/>
    <w:rsid w:val="003424D7"/>
    <w:rsid w:val="00357462"/>
    <w:rsid w:val="003753B0"/>
    <w:rsid w:val="00375ADD"/>
    <w:rsid w:val="00376522"/>
    <w:rsid w:val="00381585"/>
    <w:rsid w:val="003816F0"/>
    <w:rsid w:val="00390653"/>
    <w:rsid w:val="00391A2E"/>
    <w:rsid w:val="00393C6F"/>
    <w:rsid w:val="003A105F"/>
    <w:rsid w:val="003A26B4"/>
    <w:rsid w:val="003A7B8F"/>
    <w:rsid w:val="003A7EAE"/>
    <w:rsid w:val="003B66D1"/>
    <w:rsid w:val="003B7006"/>
    <w:rsid w:val="003C0F1C"/>
    <w:rsid w:val="003C5611"/>
    <w:rsid w:val="003C7579"/>
    <w:rsid w:val="003D4DD0"/>
    <w:rsid w:val="0040255E"/>
    <w:rsid w:val="00406D9E"/>
    <w:rsid w:val="00407CC9"/>
    <w:rsid w:val="004108BC"/>
    <w:rsid w:val="0041363D"/>
    <w:rsid w:val="0042493B"/>
    <w:rsid w:val="004423B1"/>
    <w:rsid w:val="00453410"/>
    <w:rsid w:val="004536E0"/>
    <w:rsid w:val="00453DDF"/>
    <w:rsid w:val="004705B4"/>
    <w:rsid w:val="00474C14"/>
    <w:rsid w:val="004761AE"/>
    <w:rsid w:val="0048759C"/>
    <w:rsid w:val="004916A9"/>
    <w:rsid w:val="004A31BE"/>
    <w:rsid w:val="004A4A87"/>
    <w:rsid w:val="004A5AE3"/>
    <w:rsid w:val="004B2A1C"/>
    <w:rsid w:val="004B3EA3"/>
    <w:rsid w:val="004B6035"/>
    <w:rsid w:val="004C25B4"/>
    <w:rsid w:val="004C44E7"/>
    <w:rsid w:val="004D0FBA"/>
    <w:rsid w:val="004D4C7D"/>
    <w:rsid w:val="004D50E2"/>
    <w:rsid w:val="004D6A38"/>
    <w:rsid w:val="004F2BB4"/>
    <w:rsid w:val="004F48E4"/>
    <w:rsid w:val="005159BC"/>
    <w:rsid w:val="00516DDF"/>
    <w:rsid w:val="00532202"/>
    <w:rsid w:val="0053354C"/>
    <w:rsid w:val="00545DD7"/>
    <w:rsid w:val="00553E83"/>
    <w:rsid w:val="005552BB"/>
    <w:rsid w:val="00557017"/>
    <w:rsid w:val="00560784"/>
    <w:rsid w:val="00572E9E"/>
    <w:rsid w:val="00580D59"/>
    <w:rsid w:val="00584615"/>
    <w:rsid w:val="0058533D"/>
    <w:rsid w:val="00590CB0"/>
    <w:rsid w:val="00595C8E"/>
    <w:rsid w:val="005A1D55"/>
    <w:rsid w:val="005A723E"/>
    <w:rsid w:val="005A774E"/>
    <w:rsid w:val="005B490F"/>
    <w:rsid w:val="005C0189"/>
    <w:rsid w:val="005D3548"/>
    <w:rsid w:val="005D4CBC"/>
    <w:rsid w:val="005D60FC"/>
    <w:rsid w:val="005E50A7"/>
    <w:rsid w:val="005F10E0"/>
    <w:rsid w:val="005F67BE"/>
    <w:rsid w:val="006103D7"/>
    <w:rsid w:val="00610CD3"/>
    <w:rsid w:val="006310D1"/>
    <w:rsid w:val="00635FB0"/>
    <w:rsid w:val="00655EE7"/>
    <w:rsid w:val="00656025"/>
    <w:rsid w:val="006607A2"/>
    <w:rsid w:val="00673D38"/>
    <w:rsid w:val="00674C54"/>
    <w:rsid w:val="0067679C"/>
    <w:rsid w:val="00677FFB"/>
    <w:rsid w:val="00680BA4"/>
    <w:rsid w:val="00681ADF"/>
    <w:rsid w:val="00683F94"/>
    <w:rsid w:val="006864FA"/>
    <w:rsid w:val="006A1D88"/>
    <w:rsid w:val="006A4737"/>
    <w:rsid w:val="006A5216"/>
    <w:rsid w:val="006B3A88"/>
    <w:rsid w:val="006C0A17"/>
    <w:rsid w:val="006C1E64"/>
    <w:rsid w:val="006E3C62"/>
    <w:rsid w:val="006F41DE"/>
    <w:rsid w:val="006F6132"/>
    <w:rsid w:val="006F68DA"/>
    <w:rsid w:val="0070559C"/>
    <w:rsid w:val="0070758F"/>
    <w:rsid w:val="007123C6"/>
    <w:rsid w:val="00716B46"/>
    <w:rsid w:val="007201D1"/>
    <w:rsid w:val="00721BE4"/>
    <w:rsid w:val="00730EA6"/>
    <w:rsid w:val="007360EF"/>
    <w:rsid w:val="00741715"/>
    <w:rsid w:val="00745445"/>
    <w:rsid w:val="00746974"/>
    <w:rsid w:val="007473C0"/>
    <w:rsid w:val="00755806"/>
    <w:rsid w:val="00761A2A"/>
    <w:rsid w:val="00761B39"/>
    <w:rsid w:val="00766459"/>
    <w:rsid w:val="00770F4D"/>
    <w:rsid w:val="00772EA3"/>
    <w:rsid w:val="007772C3"/>
    <w:rsid w:val="00791A7F"/>
    <w:rsid w:val="007A1526"/>
    <w:rsid w:val="007A428C"/>
    <w:rsid w:val="007A6559"/>
    <w:rsid w:val="007A7283"/>
    <w:rsid w:val="007B26EC"/>
    <w:rsid w:val="007B281A"/>
    <w:rsid w:val="007B2E80"/>
    <w:rsid w:val="007B6A9B"/>
    <w:rsid w:val="007B7A32"/>
    <w:rsid w:val="007B7CBA"/>
    <w:rsid w:val="007B7CF7"/>
    <w:rsid w:val="007C3D04"/>
    <w:rsid w:val="007C3ED7"/>
    <w:rsid w:val="007C6AC0"/>
    <w:rsid w:val="007D2976"/>
    <w:rsid w:val="007E2477"/>
    <w:rsid w:val="007E45BD"/>
    <w:rsid w:val="007E5A07"/>
    <w:rsid w:val="007F27B7"/>
    <w:rsid w:val="007F4C8E"/>
    <w:rsid w:val="007F5E08"/>
    <w:rsid w:val="007F7776"/>
    <w:rsid w:val="00807EC5"/>
    <w:rsid w:val="00810D62"/>
    <w:rsid w:val="00811BBC"/>
    <w:rsid w:val="008144E2"/>
    <w:rsid w:val="00817380"/>
    <w:rsid w:val="00820B26"/>
    <w:rsid w:val="00822C52"/>
    <w:rsid w:val="00825D41"/>
    <w:rsid w:val="008302BC"/>
    <w:rsid w:val="00830816"/>
    <w:rsid w:val="0083276E"/>
    <w:rsid w:val="00832790"/>
    <w:rsid w:val="00833BDF"/>
    <w:rsid w:val="00834754"/>
    <w:rsid w:val="00845BC4"/>
    <w:rsid w:val="008460B0"/>
    <w:rsid w:val="00847D11"/>
    <w:rsid w:val="00850571"/>
    <w:rsid w:val="00852973"/>
    <w:rsid w:val="00852D8B"/>
    <w:rsid w:val="00872AAD"/>
    <w:rsid w:val="00875482"/>
    <w:rsid w:val="0087671A"/>
    <w:rsid w:val="00877D88"/>
    <w:rsid w:val="008854F0"/>
    <w:rsid w:val="008929F4"/>
    <w:rsid w:val="00894DE2"/>
    <w:rsid w:val="00897048"/>
    <w:rsid w:val="008A3612"/>
    <w:rsid w:val="008A4C60"/>
    <w:rsid w:val="008B242C"/>
    <w:rsid w:val="008B7D4F"/>
    <w:rsid w:val="008C0399"/>
    <w:rsid w:val="008C1011"/>
    <w:rsid w:val="008D3AC5"/>
    <w:rsid w:val="008D4ACE"/>
    <w:rsid w:val="008E28EC"/>
    <w:rsid w:val="00902840"/>
    <w:rsid w:val="00906649"/>
    <w:rsid w:val="00916D96"/>
    <w:rsid w:val="00921453"/>
    <w:rsid w:val="00921BF0"/>
    <w:rsid w:val="00924F76"/>
    <w:rsid w:val="009348AC"/>
    <w:rsid w:val="009361B3"/>
    <w:rsid w:val="009409BE"/>
    <w:rsid w:val="009414EE"/>
    <w:rsid w:val="00941700"/>
    <w:rsid w:val="00947123"/>
    <w:rsid w:val="009511B3"/>
    <w:rsid w:val="00957AFB"/>
    <w:rsid w:val="00957EDB"/>
    <w:rsid w:val="00960927"/>
    <w:rsid w:val="00961A33"/>
    <w:rsid w:val="00964BB6"/>
    <w:rsid w:val="00967649"/>
    <w:rsid w:val="009720F3"/>
    <w:rsid w:val="00972C35"/>
    <w:rsid w:val="009757B7"/>
    <w:rsid w:val="00975A2E"/>
    <w:rsid w:val="00976AD7"/>
    <w:rsid w:val="0098043D"/>
    <w:rsid w:val="00980EE5"/>
    <w:rsid w:val="009878BD"/>
    <w:rsid w:val="009A0CEC"/>
    <w:rsid w:val="009A20F3"/>
    <w:rsid w:val="009A518C"/>
    <w:rsid w:val="009A63F6"/>
    <w:rsid w:val="009B37FC"/>
    <w:rsid w:val="009B5FB6"/>
    <w:rsid w:val="009B7862"/>
    <w:rsid w:val="009C1181"/>
    <w:rsid w:val="009C5173"/>
    <w:rsid w:val="009C72D7"/>
    <w:rsid w:val="009D47B1"/>
    <w:rsid w:val="009D71B6"/>
    <w:rsid w:val="009E039B"/>
    <w:rsid w:val="009E0E0D"/>
    <w:rsid w:val="009E2DD0"/>
    <w:rsid w:val="009E402E"/>
    <w:rsid w:val="009E43EC"/>
    <w:rsid w:val="009F17C3"/>
    <w:rsid w:val="009F4138"/>
    <w:rsid w:val="009F6014"/>
    <w:rsid w:val="00A03C87"/>
    <w:rsid w:val="00A04359"/>
    <w:rsid w:val="00A06FCE"/>
    <w:rsid w:val="00A0705B"/>
    <w:rsid w:val="00A11A1C"/>
    <w:rsid w:val="00A1535B"/>
    <w:rsid w:val="00A16F37"/>
    <w:rsid w:val="00A21DFE"/>
    <w:rsid w:val="00A24547"/>
    <w:rsid w:val="00A273AC"/>
    <w:rsid w:val="00A30849"/>
    <w:rsid w:val="00A34531"/>
    <w:rsid w:val="00A42073"/>
    <w:rsid w:val="00A42828"/>
    <w:rsid w:val="00A44171"/>
    <w:rsid w:val="00A51A08"/>
    <w:rsid w:val="00A54F79"/>
    <w:rsid w:val="00A55552"/>
    <w:rsid w:val="00A60D06"/>
    <w:rsid w:val="00A61576"/>
    <w:rsid w:val="00A62870"/>
    <w:rsid w:val="00A65757"/>
    <w:rsid w:val="00A7690D"/>
    <w:rsid w:val="00A87471"/>
    <w:rsid w:val="00AA40B5"/>
    <w:rsid w:val="00AA527F"/>
    <w:rsid w:val="00AA5A5E"/>
    <w:rsid w:val="00AA7C20"/>
    <w:rsid w:val="00AB33A0"/>
    <w:rsid w:val="00AC26FD"/>
    <w:rsid w:val="00AC2A5C"/>
    <w:rsid w:val="00AC5BDE"/>
    <w:rsid w:val="00AC64D7"/>
    <w:rsid w:val="00AF0502"/>
    <w:rsid w:val="00AF0EA1"/>
    <w:rsid w:val="00B117C6"/>
    <w:rsid w:val="00B232A9"/>
    <w:rsid w:val="00B2482D"/>
    <w:rsid w:val="00B24D06"/>
    <w:rsid w:val="00B2601A"/>
    <w:rsid w:val="00B272BB"/>
    <w:rsid w:val="00B2762F"/>
    <w:rsid w:val="00B3452B"/>
    <w:rsid w:val="00B37957"/>
    <w:rsid w:val="00B41ABF"/>
    <w:rsid w:val="00B46D32"/>
    <w:rsid w:val="00B50FCF"/>
    <w:rsid w:val="00B51016"/>
    <w:rsid w:val="00B52033"/>
    <w:rsid w:val="00B523E0"/>
    <w:rsid w:val="00B52530"/>
    <w:rsid w:val="00B5787E"/>
    <w:rsid w:val="00B61C94"/>
    <w:rsid w:val="00B630EC"/>
    <w:rsid w:val="00B66E51"/>
    <w:rsid w:val="00B676A7"/>
    <w:rsid w:val="00B73C6D"/>
    <w:rsid w:val="00B77EEA"/>
    <w:rsid w:val="00B820E0"/>
    <w:rsid w:val="00B836A0"/>
    <w:rsid w:val="00B8559C"/>
    <w:rsid w:val="00B93BC9"/>
    <w:rsid w:val="00B977AC"/>
    <w:rsid w:val="00BA6F2C"/>
    <w:rsid w:val="00BA76B5"/>
    <w:rsid w:val="00BB0E20"/>
    <w:rsid w:val="00BB489D"/>
    <w:rsid w:val="00BD7E83"/>
    <w:rsid w:val="00BE2FD0"/>
    <w:rsid w:val="00BE5C9B"/>
    <w:rsid w:val="00C0033F"/>
    <w:rsid w:val="00C02900"/>
    <w:rsid w:val="00C0768C"/>
    <w:rsid w:val="00C07B21"/>
    <w:rsid w:val="00C106EA"/>
    <w:rsid w:val="00C2554E"/>
    <w:rsid w:val="00C30C87"/>
    <w:rsid w:val="00C36E11"/>
    <w:rsid w:val="00C40C44"/>
    <w:rsid w:val="00C429A2"/>
    <w:rsid w:val="00C47D4A"/>
    <w:rsid w:val="00C57C50"/>
    <w:rsid w:val="00C60753"/>
    <w:rsid w:val="00C62183"/>
    <w:rsid w:val="00C74DDA"/>
    <w:rsid w:val="00C90013"/>
    <w:rsid w:val="00C930B5"/>
    <w:rsid w:val="00C971FB"/>
    <w:rsid w:val="00CA2A96"/>
    <w:rsid w:val="00CA44E8"/>
    <w:rsid w:val="00CA6794"/>
    <w:rsid w:val="00CA6FAF"/>
    <w:rsid w:val="00CB40DA"/>
    <w:rsid w:val="00CB7F7C"/>
    <w:rsid w:val="00CC34F8"/>
    <w:rsid w:val="00CC6ABD"/>
    <w:rsid w:val="00CD40F6"/>
    <w:rsid w:val="00CD7763"/>
    <w:rsid w:val="00CD7F5B"/>
    <w:rsid w:val="00CF0CA8"/>
    <w:rsid w:val="00CF33A4"/>
    <w:rsid w:val="00CF6A75"/>
    <w:rsid w:val="00D0498D"/>
    <w:rsid w:val="00D0518C"/>
    <w:rsid w:val="00D116E1"/>
    <w:rsid w:val="00D13D76"/>
    <w:rsid w:val="00D21E5A"/>
    <w:rsid w:val="00D22999"/>
    <w:rsid w:val="00D30051"/>
    <w:rsid w:val="00D35D09"/>
    <w:rsid w:val="00D57CE9"/>
    <w:rsid w:val="00D60D72"/>
    <w:rsid w:val="00D62172"/>
    <w:rsid w:val="00D70186"/>
    <w:rsid w:val="00D80E8A"/>
    <w:rsid w:val="00D857BA"/>
    <w:rsid w:val="00D934C9"/>
    <w:rsid w:val="00D95EE2"/>
    <w:rsid w:val="00DA6D17"/>
    <w:rsid w:val="00DB414C"/>
    <w:rsid w:val="00DB5A25"/>
    <w:rsid w:val="00DB6DF7"/>
    <w:rsid w:val="00DC1231"/>
    <w:rsid w:val="00DC18FA"/>
    <w:rsid w:val="00DC7988"/>
    <w:rsid w:val="00DD16C7"/>
    <w:rsid w:val="00DD26D2"/>
    <w:rsid w:val="00DD47B6"/>
    <w:rsid w:val="00DD4F2F"/>
    <w:rsid w:val="00DE4B9F"/>
    <w:rsid w:val="00DE5C0B"/>
    <w:rsid w:val="00E15CC2"/>
    <w:rsid w:val="00E177B1"/>
    <w:rsid w:val="00E23405"/>
    <w:rsid w:val="00E2392F"/>
    <w:rsid w:val="00E2539F"/>
    <w:rsid w:val="00E36F72"/>
    <w:rsid w:val="00E4579A"/>
    <w:rsid w:val="00E509A5"/>
    <w:rsid w:val="00E52509"/>
    <w:rsid w:val="00E6309C"/>
    <w:rsid w:val="00E71385"/>
    <w:rsid w:val="00E81509"/>
    <w:rsid w:val="00E82026"/>
    <w:rsid w:val="00E83663"/>
    <w:rsid w:val="00E901A1"/>
    <w:rsid w:val="00E96B8D"/>
    <w:rsid w:val="00E96E61"/>
    <w:rsid w:val="00EA33DB"/>
    <w:rsid w:val="00EA6EBE"/>
    <w:rsid w:val="00EB24D3"/>
    <w:rsid w:val="00EB279D"/>
    <w:rsid w:val="00EC3E43"/>
    <w:rsid w:val="00EC6FA5"/>
    <w:rsid w:val="00ED48CC"/>
    <w:rsid w:val="00ED6654"/>
    <w:rsid w:val="00EF46E3"/>
    <w:rsid w:val="00F10E69"/>
    <w:rsid w:val="00F121B1"/>
    <w:rsid w:val="00F159EA"/>
    <w:rsid w:val="00F16425"/>
    <w:rsid w:val="00F20802"/>
    <w:rsid w:val="00F3370E"/>
    <w:rsid w:val="00F356D9"/>
    <w:rsid w:val="00F366B5"/>
    <w:rsid w:val="00F40FFD"/>
    <w:rsid w:val="00F41459"/>
    <w:rsid w:val="00F46846"/>
    <w:rsid w:val="00F50ED1"/>
    <w:rsid w:val="00F55014"/>
    <w:rsid w:val="00F63A21"/>
    <w:rsid w:val="00F63DF9"/>
    <w:rsid w:val="00F65532"/>
    <w:rsid w:val="00F65809"/>
    <w:rsid w:val="00F6754D"/>
    <w:rsid w:val="00F734F5"/>
    <w:rsid w:val="00F85BBB"/>
    <w:rsid w:val="00F861ED"/>
    <w:rsid w:val="00F871D3"/>
    <w:rsid w:val="00F91591"/>
    <w:rsid w:val="00F95289"/>
    <w:rsid w:val="00F97F96"/>
    <w:rsid w:val="00FA265C"/>
    <w:rsid w:val="00FB062F"/>
    <w:rsid w:val="00FB16D6"/>
    <w:rsid w:val="00FB6457"/>
    <w:rsid w:val="00FB72B9"/>
    <w:rsid w:val="00FC05E5"/>
    <w:rsid w:val="00FC2BAF"/>
    <w:rsid w:val="00FC3D10"/>
    <w:rsid w:val="00FC5388"/>
    <w:rsid w:val="00FD48A5"/>
    <w:rsid w:val="00FD4FC4"/>
    <w:rsid w:val="00FE3048"/>
    <w:rsid w:val="00FE3FD0"/>
    <w:rsid w:val="00FE4B07"/>
    <w:rsid w:val="00FE544B"/>
    <w:rsid w:val="00FE769E"/>
    <w:rsid w:val="00FF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552E2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52E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52E2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52E2"/>
    <w:pPr>
      <w:keepNext/>
      <w:widowControl/>
      <w:jc w:val="center"/>
      <w:outlineLvl w:val="2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52E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52E2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552E2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Cell">
    <w:name w:val="ConsPlusCell"/>
    <w:uiPriority w:val="99"/>
    <w:rsid w:val="000552E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0552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rsid w:val="000552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552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52E2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0552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552E2"/>
    <w:pPr>
      <w:widowControl/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52E2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0552E2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ConsPlusNonformat">
    <w:name w:val="ConsPlusNonformat"/>
    <w:uiPriority w:val="99"/>
    <w:rsid w:val="000552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0552E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uiPriority w:val="99"/>
    <w:semiHidden/>
    <w:rsid w:val="000552E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552E2"/>
    <w:rPr>
      <w:rFonts w:ascii="Times New Roman" w:hAnsi="Times New Roman" w:cs="Times New Roman"/>
      <w:sz w:val="20"/>
      <w:szCs w:val="20"/>
    </w:rPr>
  </w:style>
  <w:style w:type="paragraph" w:customStyle="1" w:styleId="a0">
    <w:name w:val="Обычный (паспорт)"/>
    <w:basedOn w:val="Normal"/>
    <w:uiPriority w:val="99"/>
    <w:rsid w:val="000552E2"/>
    <w:pPr>
      <w:widowControl/>
      <w:spacing w:before="120"/>
      <w:jc w:val="both"/>
    </w:pPr>
    <w:rPr>
      <w:rFonts w:eastAsia="Calibri"/>
      <w:sz w:val="28"/>
      <w:szCs w:val="28"/>
    </w:rPr>
  </w:style>
  <w:style w:type="character" w:customStyle="1" w:styleId="a1">
    <w:name w:val="Цветовое выделение"/>
    <w:uiPriority w:val="99"/>
    <w:rsid w:val="000552E2"/>
    <w:rPr>
      <w:b/>
      <w:bCs/>
      <w:color w:val="000080"/>
    </w:rPr>
  </w:style>
  <w:style w:type="paragraph" w:customStyle="1" w:styleId="a2">
    <w:name w:val="Нормальный (таблица)"/>
    <w:basedOn w:val="Normal"/>
    <w:next w:val="Normal"/>
    <w:uiPriority w:val="99"/>
    <w:rsid w:val="000552E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3">
    <w:name w:val="Гипертекстовая ссылка"/>
    <w:uiPriority w:val="99"/>
    <w:rsid w:val="000552E2"/>
    <w:rPr>
      <w:b/>
      <w:bCs/>
      <w:color w:val="008000"/>
    </w:rPr>
  </w:style>
  <w:style w:type="paragraph" w:customStyle="1" w:styleId="1">
    <w:name w:val="Обычный1"/>
    <w:uiPriority w:val="99"/>
    <w:rsid w:val="000552E2"/>
    <w:pPr>
      <w:widowControl w:val="0"/>
      <w:snapToGrid w:val="0"/>
      <w:spacing w:before="260" w:line="300" w:lineRule="auto"/>
      <w:ind w:firstLine="5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0">
    <w:name w:val="Знак1"/>
    <w:basedOn w:val="Normal"/>
    <w:uiPriority w:val="99"/>
    <w:rsid w:val="000552E2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11">
    <w:name w:val="Абзац списка1"/>
    <w:basedOn w:val="Normal"/>
    <w:uiPriority w:val="99"/>
    <w:rsid w:val="000552E2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Spacing">
    <w:name w:val="No Spacing"/>
    <w:uiPriority w:val="99"/>
    <w:qFormat/>
    <w:rsid w:val="000552E2"/>
    <w:rPr>
      <w:rFonts w:cs="Calibri"/>
      <w:lang w:eastAsia="en-US"/>
    </w:rPr>
  </w:style>
  <w:style w:type="paragraph" w:styleId="Title">
    <w:name w:val="Title"/>
    <w:basedOn w:val="Normal"/>
    <w:link w:val="TitleChar"/>
    <w:uiPriority w:val="99"/>
    <w:qFormat/>
    <w:rsid w:val="000552E2"/>
    <w:pPr>
      <w:widowControl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552E2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Title">
    <w:name w:val="ConsPlusTitle"/>
    <w:uiPriority w:val="99"/>
    <w:rsid w:val="000552E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0552E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2E2"/>
    <w:rPr>
      <w:rFonts w:ascii="Times New Roman" w:hAnsi="Times New Roman" w:cs="Times New Roman"/>
      <w:sz w:val="20"/>
      <w:szCs w:val="20"/>
    </w:rPr>
  </w:style>
  <w:style w:type="paragraph" w:styleId="Footer">
    <w:name w:val="footer"/>
    <w:aliases w:val="Знак3"/>
    <w:basedOn w:val="Normal"/>
    <w:link w:val="FooterChar1"/>
    <w:uiPriority w:val="99"/>
    <w:rsid w:val="000552E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aliases w:val="Знак3 Char"/>
    <w:basedOn w:val="DefaultParagraphFont"/>
    <w:link w:val="Footer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FooterChar1">
    <w:name w:val="Footer Char1"/>
    <w:aliases w:val="Знак3 Char1"/>
    <w:link w:val="Footer"/>
    <w:uiPriority w:val="99"/>
    <w:locked/>
    <w:rsid w:val="000552E2"/>
    <w:rPr>
      <w:rFonts w:ascii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552E2"/>
    <w:rPr>
      <w:rFonts w:ascii="Arial" w:hAnsi="Arial" w:cs="Arial"/>
      <w:sz w:val="22"/>
      <w:szCs w:val="22"/>
      <w:lang w:eastAsia="ru-RU"/>
    </w:rPr>
  </w:style>
  <w:style w:type="paragraph" w:customStyle="1" w:styleId="Char">
    <w:name w:val="Char"/>
    <w:basedOn w:val="Normal"/>
    <w:uiPriority w:val="99"/>
    <w:rsid w:val="000552E2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20">
    <w:name w:val="Абзац списка2"/>
    <w:basedOn w:val="Normal"/>
    <w:uiPriority w:val="99"/>
    <w:rsid w:val="000552E2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D30051"/>
    <w:pPr>
      <w:ind w:left="720"/>
    </w:pPr>
  </w:style>
  <w:style w:type="character" w:styleId="PageNumber">
    <w:name w:val="page number"/>
    <w:basedOn w:val="DefaultParagraphFont"/>
    <w:uiPriority w:val="99"/>
    <w:rsid w:val="00CD7F5B"/>
  </w:style>
  <w:style w:type="character" w:customStyle="1" w:styleId="b-headertitle">
    <w:name w:val="b-header__title"/>
    <w:basedOn w:val="DefaultParagraphFont"/>
    <w:uiPriority w:val="99"/>
    <w:rsid w:val="000765C7"/>
  </w:style>
  <w:style w:type="paragraph" w:styleId="NormalWeb">
    <w:name w:val="Normal (Web)"/>
    <w:basedOn w:val="Normal"/>
    <w:uiPriority w:val="99"/>
    <w:rsid w:val="000765C7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Normal"/>
    <w:uiPriority w:val="99"/>
    <w:rsid w:val="000765C7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onsPlusNormal1">
    <w:name w:val="ConsPlusNormal Знак Знак"/>
    <w:uiPriority w:val="99"/>
    <w:locked/>
    <w:rsid w:val="007B7CF7"/>
    <w:rPr>
      <w:rFonts w:ascii="Arial" w:hAnsi="Arial" w:cs="Arial"/>
      <w:sz w:val="22"/>
      <w:szCs w:val="22"/>
      <w:lang w:eastAsia="ru-RU"/>
    </w:rPr>
  </w:style>
  <w:style w:type="paragraph" w:customStyle="1" w:styleId="12">
    <w:name w:val="Знак Знак1 Знак"/>
    <w:basedOn w:val="Normal"/>
    <w:uiPriority w:val="99"/>
    <w:rsid w:val="007B7CF7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character" w:customStyle="1" w:styleId="a4">
    <w:name w:val="Знак Знак Знак"/>
    <w:uiPriority w:val="99"/>
    <w:rsid w:val="00F356D9"/>
    <w:rPr>
      <w:rFonts w:ascii="Times New Roman" w:hAnsi="Times New Roman" w:cs="Times New Roman"/>
      <w:sz w:val="20"/>
      <w:szCs w:val="20"/>
    </w:rPr>
  </w:style>
  <w:style w:type="paragraph" w:customStyle="1" w:styleId="21">
    <w:name w:val="Обычный2"/>
    <w:uiPriority w:val="99"/>
    <w:rsid w:val="00F356D9"/>
    <w:pPr>
      <w:widowControl w:val="0"/>
      <w:snapToGrid w:val="0"/>
      <w:spacing w:before="260" w:line="300" w:lineRule="auto"/>
      <w:ind w:firstLine="52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3">
    <w:name w:val="Абзац списка3"/>
    <w:basedOn w:val="Normal"/>
    <w:uiPriority w:val="99"/>
    <w:rsid w:val="00F356D9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3">
    <w:name w:val="Знак Знак Знак1 Знак Знак Знак Знак"/>
    <w:basedOn w:val="Normal"/>
    <w:uiPriority w:val="99"/>
    <w:rsid w:val="00F356D9"/>
    <w:pPr>
      <w:tabs>
        <w:tab w:val="num" w:pos="360"/>
      </w:tabs>
      <w:adjustRightInd w:val="0"/>
      <w:spacing w:after="160" w:line="240" w:lineRule="exact"/>
      <w:jc w:val="center"/>
    </w:pPr>
    <w:rPr>
      <w:b/>
      <w:bCs/>
      <w:i/>
      <w:iCs/>
      <w:sz w:val="28"/>
      <w:szCs w:val="28"/>
      <w:lang w:val="en-GB" w:eastAsia="en-US"/>
    </w:rPr>
  </w:style>
  <w:style w:type="paragraph" w:styleId="BodyText3">
    <w:name w:val="Body Text 3"/>
    <w:basedOn w:val="Normal"/>
    <w:link w:val="BodyText3Char"/>
    <w:uiPriority w:val="99"/>
    <w:rsid w:val="00F356D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Normal"/>
    <w:uiPriority w:val="99"/>
    <w:rsid w:val="00F356D9"/>
    <w:pPr>
      <w:autoSpaceDE w:val="0"/>
      <w:autoSpaceDN w:val="0"/>
      <w:adjustRightInd w:val="0"/>
    </w:pPr>
  </w:style>
  <w:style w:type="paragraph" w:customStyle="1" w:styleId="Style5">
    <w:name w:val="Style5"/>
    <w:basedOn w:val="Normal"/>
    <w:uiPriority w:val="99"/>
    <w:rsid w:val="00F356D9"/>
    <w:pPr>
      <w:autoSpaceDE w:val="0"/>
      <w:autoSpaceDN w:val="0"/>
      <w:adjustRightInd w:val="0"/>
      <w:spacing w:line="277" w:lineRule="exact"/>
      <w:ind w:firstLine="307"/>
    </w:pPr>
  </w:style>
  <w:style w:type="character" w:customStyle="1" w:styleId="FontStyle14">
    <w:name w:val="Font Style14"/>
    <w:uiPriority w:val="99"/>
    <w:rsid w:val="00F356D9"/>
    <w:rPr>
      <w:rFonts w:ascii="Times New Roman" w:hAnsi="Times New Roman" w:cs="Times New Roman"/>
      <w:sz w:val="22"/>
      <w:szCs w:val="22"/>
    </w:rPr>
  </w:style>
  <w:style w:type="paragraph" w:customStyle="1" w:styleId="2">
    <w:name w:val="Знак2"/>
    <w:basedOn w:val="Normal"/>
    <w:uiPriority w:val="99"/>
    <w:rsid w:val="00F356D9"/>
    <w:pPr>
      <w:widowControl/>
      <w:numPr>
        <w:numId w:val="1"/>
      </w:num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110">
    <w:name w:val="Знак Знак1 Знак1"/>
    <w:basedOn w:val="Normal"/>
    <w:uiPriority w:val="99"/>
    <w:rsid w:val="00F356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conspluscellmailrucssattributepostfix">
    <w:name w:val="conspluscell_mailru_css_attribute_postfix"/>
    <w:basedOn w:val="Normal"/>
    <w:uiPriority w:val="99"/>
    <w:rsid w:val="00F356D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msonormalmailrucssattributepostfix">
    <w:name w:val="msonormal_mailru_css_attribute_postfix"/>
    <w:basedOn w:val="Normal"/>
    <w:uiPriority w:val="99"/>
    <w:rsid w:val="00F356D9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90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0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9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0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90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515</TotalTime>
  <Pages>22</Pages>
  <Words>4200</Words>
  <Characters>23944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Специалист</cp:lastModifiedBy>
  <cp:revision>113</cp:revision>
  <cp:lastPrinted>2018-11-23T07:40:00Z</cp:lastPrinted>
  <dcterms:created xsi:type="dcterms:W3CDTF">2018-11-16T09:42:00Z</dcterms:created>
  <dcterms:modified xsi:type="dcterms:W3CDTF">2020-02-25T06:07:00Z</dcterms:modified>
</cp:coreProperties>
</file>